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78D4F" w14:textId="1E9EF12D" w:rsidR="00B1566D" w:rsidRPr="007F0706" w:rsidRDefault="00100D41" w:rsidP="005C2AD0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Захід щодо вибору постачальників </w:t>
      </w:r>
      <w:r w:rsidR="00073DB7">
        <w:rPr>
          <w:rFonts w:ascii="Times New Roman" w:hAnsi="Times New Roman" w:cs="Times New Roman"/>
          <w:bCs/>
          <w:lang w:val="uk-UA"/>
        </w:rPr>
        <w:t>на поставку різноманітних кислот та матеріалів для виробництва</w:t>
      </w:r>
      <w:r w:rsidR="007F0706">
        <w:rPr>
          <w:rFonts w:ascii="Times New Roman" w:hAnsi="Times New Roman" w:cs="Times New Roman"/>
          <w:bCs/>
          <w:lang w:val="uk-UA"/>
        </w:rPr>
        <w:t>.</w:t>
      </w:r>
    </w:p>
    <w:p w14:paraId="1D2A3CBF" w14:textId="149AB5AF" w:rsidR="00100D41" w:rsidRPr="00100D41" w:rsidRDefault="00100D41" w:rsidP="005C2AD0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ПРАТ «АБІНБЕВ ЕФЕС Україна» розглядає Вас як потенційного постачальника та цим листом запрошує взяти участь у тендері</w:t>
      </w:r>
      <w:r w:rsidR="00F866CA">
        <w:rPr>
          <w:rFonts w:ascii="Times New Roman" w:hAnsi="Times New Roman" w:cs="Times New Roman"/>
          <w:bCs/>
          <w:lang w:val="uk-UA"/>
        </w:rPr>
        <w:t>.</w:t>
      </w:r>
    </w:p>
    <w:p w14:paraId="7C24C319" w14:textId="38D6ECA5" w:rsidR="00B1566D" w:rsidRPr="00F866CA" w:rsidRDefault="00F866CA" w:rsidP="00F866CA">
      <w:pPr>
        <w:pStyle w:val="aa"/>
        <w:numPr>
          <w:ilvl w:val="0"/>
          <w:numId w:val="6"/>
        </w:numPr>
        <w:rPr>
          <w:rFonts w:ascii="Times New Roman" w:hAnsi="Times New Roman" w:cs="Times New Roman"/>
          <w:b/>
          <w:bCs/>
          <w:lang w:val="uk-UA"/>
        </w:rPr>
      </w:pPr>
      <w:r w:rsidRPr="00F866CA">
        <w:rPr>
          <w:rFonts w:ascii="Times New Roman" w:hAnsi="Times New Roman" w:cs="Times New Roman"/>
          <w:b/>
          <w:bCs/>
          <w:lang w:val="uk-UA"/>
        </w:rPr>
        <w:t>Загальна інформація</w:t>
      </w:r>
    </w:p>
    <w:p w14:paraId="315EF43D" w14:textId="4275C895" w:rsidR="00F866CA" w:rsidRDefault="00646529" w:rsidP="00B1566D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Метою тендера є </w:t>
      </w:r>
      <w:r w:rsidR="00D577F7">
        <w:rPr>
          <w:rFonts w:ascii="Times New Roman" w:hAnsi="Times New Roman" w:cs="Times New Roman"/>
          <w:lang w:val="uk-UA"/>
        </w:rPr>
        <w:t>вибір постачальників, котрі зможуть поставляти якісні кислоти та супутні матеріали по ринковій ціні</w:t>
      </w:r>
      <w:r w:rsidR="00731818">
        <w:rPr>
          <w:rFonts w:ascii="Times New Roman" w:hAnsi="Times New Roman" w:cs="Times New Roman"/>
          <w:lang w:val="uk-UA"/>
        </w:rPr>
        <w:t xml:space="preserve">. </w:t>
      </w:r>
      <w:r w:rsidR="00F866CA" w:rsidRPr="00F866CA">
        <w:rPr>
          <w:rFonts w:ascii="Times New Roman" w:hAnsi="Times New Roman" w:cs="Times New Roman"/>
          <w:lang w:val="uk-UA"/>
        </w:rPr>
        <w:t xml:space="preserve">Беручи участь у тендері, ваша компанія погоджується з умовами співробітництва, зазначеними у цьому запрошенні, та підтверджує наявність технічної можливості </w:t>
      </w:r>
      <w:r w:rsidR="007F0706">
        <w:rPr>
          <w:rFonts w:ascii="Times New Roman" w:hAnsi="Times New Roman" w:cs="Times New Roman"/>
          <w:lang w:val="uk-UA"/>
        </w:rPr>
        <w:t xml:space="preserve">постачання </w:t>
      </w:r>
      <w:r w:rsidR="00D577F7">
        <w:rPr>
          <w:rFonts w:ascii="Times New Roman" w:hAnsi="Times New Roman" w:cs="Times New Roman"/>
          <w:bCs/>
          <w:lang w:val="uk-UA"/>
        </w:rPr>
        <w:t>кислот та інших матеріалів.</w:t>
      </w:r>
    </w:p>
    <w:p w14:paraId="4F26994F" w14:textId="271AC9E6" w:rsidR="00F866CA" w:rsidRDefault="00F866CA" w:rsidP="00B1566D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Період дії ціни- 01.</w:t>
      </w:r>
      <w:r w:rsidR="00D577F7">
        <w:rPr>
          <w:rFonts w:ascii="Times New Roman" w:hAnsi="Times New Roman" w:cs="Times New Roman"/>
          <w:lang w:val="uk-UA"/>
        </w:rPr>
        <w:t>0</w:t>
      </w:r>
      <w:r w:rsidR="0071680C" w:rsidRPr="00DB5A39">
        <w:rPr>
          <w:rFonts w:ascii="Times New Roman" w:hAnsi="Times New Roman" w:cs="Times New Roman"/>
          <w:lang w:val="uk-UA"/>
        </w:rPr>
        <w:t>7</w:t>
      </w:r>
      <w:r>
        <w:rPr>
          <w:rFonts w:ascii="Times New Roman" w:hAnsi="Times New Roman" w:cs="Times New Roman"/>
          <w:lang w:val="uk-UA"/>
        </w:rPr>
        <w:t>.202</w:t>
      </w:r>
      <w:r w:rsidR="000B0561">
        <w:rPr>
          <w:rFonts w:ascii="Times New Roman" w:hAnsi="Times New Roman" w:cs="Times New Roman"/>
          <w:lang w:val="uk-UA"/>
        </w:rPr>
        <w:t>5</w:t>
      </w:r>
      <w:r>
        <w:rPr>
          <w:rFonts w:ascii="Times New Roman" w:hAnsi="Times New Roman" w:cs="Times New Roman"/>
          <w:lang w:val="uk-UA"/>
        </w:rPr>
        <w:t>-</w:t>
      </w:r>
      <w:r w:rsidR="00D577F7">
        <w:rPr>
          <w:rFonts w:ascii="Times New Roman" w:hAnsi="Times New Roman" w:cs="Times New Roman"/>
          <w:lang w:val="uk-UA"/>
        </w:rPr>
        <w:t>3</w:t>
      </w:r>
      <w:r w:rsidR="0071680C" w:rsidRPr="00DB5A39">
        <w:rPr>
          <w:rFonts w:ascii="Times New Roman" w:hAnsi="Times New Roman" w:cs="Times New Roman"/>
          <w:lang w:val="uk-UA"/>
        </w:rPr>
        <w:t>1</w:t>
      </w:r>
      <w:r>
        <w:rPr>
          <w:rFonts w:ascii="Times New Roman" w:hAnsi="Times New Roman" w:cs="Times New Roman"/>
          <w:lang w:val="uk-UA"/>
        </w:rPr>
        <w:t>.</w:t>
      </w:r>
      <w:r w:rsidR="0071680C" w:rsidRPr="00DB5A39">
        <w:rPr>
          <w:rFonts w:ascii="Times New Roman" w:hAnsi="Times New Roman" w:cs="Times New Roman"/>
          <w:lang w:val="uk-UA"/>
        </w:rPr>
        <w:t>12</w:t>
      </w:r>
      <w:r>
        <w:rPr>
          <w:rFonts w:ascii="Times New Roman" w:hAnsi="Times New Roman" w:cs="Times New Roman"/>
          <w:lang w:val="uk-UA"/>
        </w:rPr>
        <w:t>.202</w:t>
      </w:r>
      <w:r w:rsidR="000B0561">
        <w:rPr>
          <w:rFonts w:ascii="Times New Roman" w:hAnsi="Times New Roman" w:cs="Times New Roman"/>
          <w:lang w:val="uk-UA"/>
        </w:rPr>
        <w:t>5</w:t>
      </w:r>
    </w:p>
    <w:p w14:paraId="5A38EC11" w14:textId="2F920001" w:rsidR="00F866CA" w:rsidRPr="00610F0D" w:rsidRDefault="00F866CA" w:rsidP="00F866CA">
      <w:pPr>
        <w:rPr>
          <w:rFonts w:ascii="Times New Roman" w:hAnsi="Times New Roman" w:cs="Times New Roman"/>
          <w:lang w:val="uk-UA"/>
        </w:rPr>
      </w:pPr>
      <w:r w:rsidRPr="003D2BAE">
        <w:rPr>
          <w:rFonts w:ascii="Times New Roman" w:hAnsi="Times New Roman" w:cs="Times New Roman"/>
          <w:lang w:val="uk-UA"/>
        </w:rPr>
        <w:t xml:space="preserve">Беручи участь у тендері, Постачальник підтверджує, що ознайомлений з типовими документами </w:t>
      </w:r>
      <w:r w:rsidR="0038013F">
        <w:rPr>
          <w:rFonts w:ascii="Times New Roman" w:hAnsi="Times New Roman" w:cs="Times New Roman"/>
          <w:bCs/>
          <w:lang w:val="uk-UA"/>
        </w:rPr>
        <w:t xml:space="preserve">ПРАТ «АБІНБЕВ ЕФЕС Україна» </w:t>
      </w:r>
      <w:r w:rsidRPr="003D2BAE">
        <w:rPr>
          <w:rFonts w:ascii="Times New Roman" w:hAnsi="Times New Roman" w:cs="Times New Roman"/>
          <w:lang w:val="uk-UA"/>
        </w:rPr>
        <w:t xml:space="preserve"> (договір постачання та загальна технічна специфікація до матеріалу) та підтверджує готовність їх підписання у разі укладення контракту.</w:t>
      </w:r>
    </w:p>
    <w:p w14:paraId="33CC89B5" w14:textId="7CF59B5A" w:rsidR="00610F0D" w:rsidRPr="00790CFC" w:rsidRDefault="00D3746F" w:rsidP="00F866CA">
      <w:pPr>
        <w:rPr>
          <w:rFonts w:ascii="Times New Roman" w:hAnsi="Times New Roman" w:cs="Times New Roman"/>
          <w:lang w:val="uk-UA"/>
        </w:rPr>
      </w:pPr>
      <w:r>
        <w:object w:dxaOrig="1508" w:dyaOrig="984" w14:anchorId="6FE8F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5pt;height:49pt" o:ole="">
            <v:imagedata r:id="rId11" o:title=""/>
          </v:shape>
          <o:OLEObject Type="Embed" ProgID="Word.Document.12" ShapeID="_x0000_i1025" DrawAspect="Icon" ObjectID="_1811168844" r:id="rId12">
            <o:FieldCodes>\s</o:FieldCodes>
          </o:OLEObject>
        </w:object>
      </w:r>
      <w:r w:rsidR="00790CFC" w:rsidRPr="00790CFC">
        <w:t xml:space="preserve"> </w:t>
      </w:r>
      <w:r w:rsidR="00790CFC">
        <w:object w:dxaOrig="1508" w:dyaOrig="984" w14:anchorId="37268860">
          <v:shape id="_x0000_i1026" type="#_x0000_t75" style="width:75.5pt;height:49pt" o:ole="">
            <v:imagedata r:id="rId13" o:title=""/>
          </v:shape>
          <o:OLEObject Type="Embed" ProgID="Word.Document.12" ShapeID="_x0000_i1026" DrawAspect="Icon" ObjectID="_1811168845" r:id="rId14">
            <o:FieldCodes>\s</o:FieldCodes>
          </o:OLEObject>
        </w:object>
      </w:r>
      <w:r w:rsidR="00790CFC" w:rsidRPr="00790CFC">
        <w:t xml:space="preserve"> </w:t>
      </w:r>
      <w:r w:rsidR="00790CFC">
        <w:object w:dxaOrig="1508" w:dyaOrig="984" w14:anchorId="2B517302">
          <v:shape id="_x0000_i1027" type="#_x0000_t75" style="width:75.5pt;height:49pt" o:ole="">
            <v:imagedata r:id="rId15" o:title=""/>
          </v:shape>
          <o:OLEObject Type="Embed" ProgID="Word.Document.12" ShapeID="_x0000_i1027" DrawAspect="Icon" ObjectID="_1811168846" r:id="rId16">
            <o:FieldCodes>\s</o:FieldCodes>
          </o:OLEObject>
        </w:object>
      </w:r>
      <w:r w:rsidR="00790CFC" w:rsidRPr="00790CFC">
        <w:t xml:space="preserve"> </w:t>
      </w:r>
      <w:r w:rsidR="00790CFC">
        <w:object w:dxaOrig="1508" w:dyaOrig="984" w14:anchorId="13F6305E">
          <v:shape id="_x0000_i1028" type="#_x0000_t75" style="width:75.5pt;height:49pt" o:ole="">
            <v:imagedata r:id="rId17" o:title=""/>
          </v:shape>
          <o:OLEObject Type="Embed" ProgID="Word.Document.12" ShapeID="_x0000_i1028" DrawAspect="Icon" ObjectID="_1811168847" r:id="rId18">
            <o:FieldCodes>\s</o:FieldCodes>
          </o:OLEObject>
        </w:object>
      </w:r>
      <w:r w:rsidR="00790CFC" w:rsidRPr="00790CFC">
        <w:t xml:space="preserve"> </w:t>
      </w:r>
      <w:r w:rsidR="00790CFC">
        <w:object w:dxaOrig="1508" w:dyaOrig="984" w14:anchorId="43778E41">
          <v:shape id="_x0000_i1029" type="#_x0000_t75" style="width:75.5pt;height:49pt" o:ole="">
            <v:imagedata r:id="rId19" o:title=""/>
          </v:shape>
          <o:OLEObject Type="Embed" ProgID="Word.Document.12" ShapeID="_x0000_i1029" DrawAspect="Icon" ObjectID="_1811168848" r:id="rId20">
            <o:FieldCodes>\s</o:FieldCodes>
          </o:OLEObject>
        </w:object>
      </w:r>
    </w:p>
    <w:p w14:paraId="54C5272F" w14:textId="77777777" w:rsidR="00F866CA" w:rsidRPr="00F866CA" w:rsidRDefault="00F866CA" w:rsidP="00F866CA">
      <w:pPr>
        <w:rPr>
          <w:rFonts w:ascii="Times New Roman" w:hAnsi="Times New Roman" w:cs="Times New Roman"/>
        </w:rPr>
      </w:pPr>
      <w:r w:rsidRPr="00F866CA">
        <w:rPr>
          <w:rFonts w:ascii="Times New Roman" w:hAnsi="Times New Roman" w:cs="Times New Roman"/>
        </w:rPr>
        <w:t xml:space="preserve">Тендер є одним </w:t>
      </w:r>
      <w:proofErr w:type="spellStart"/>
      <w:r w:rsidRPr="00F866CA">
        <w:rPr>
          <w:rFonts w:ascii="Times New Roman" w:hAnsi="Times New Roman" w:cs="Times New Roman"/>
        </w:rPr>
        <w:t>із</w:t>
      </w:r>
      <w:proofErr w:type="spellEnd"/>
      <w:r w:rsidRPr="00F866CA">
        <w:rPr>
          <w:rFonts w:ascii="Times New Roman" w:hAnsi="Times New Roman" w:cs="Times New Roman"/>
        </w:rPr>
        <w:t xml:space="preserve"> </w:t>
      </w:r>
      <w:proofErr w:type="spellStart"/>
      <w:r w:rsidRPr="00F866CA">
        <w:rPr>
          <w:rFonts w:ascii="Times New Roman" w:hAnsi="Times New Roman" w:cs="Times New Roman"/>
        </w:rPr>
        <w:t>етапів</w:t>
      </w:r>
      <w:proofErr w:type="spellEnd"/>
      <w:r w:rsidRPr="00F866CA">
        <w:rPr>
          <w:rFonts w:ascii="Times New Roman" w:hAnsi="Times New Roman" w:cs="Times New Roman"/>
        </w:rPr>
        <w:t xml:space="preserve"> </w:t>
      </w:r>
      <w:proofErr w:type="spellStart"/>
      <w:r w:rsidRPr="00F866CA">
        <w:rPr>
          <w:rFonts w:ascii="Times New Roman" w:hAnsi="Times New Roman" w:cs="Times New Roman"/>
        </w:rPr>
        <w:t>вибору</w:t>
      </w:r>
      <w:proofErr w:type="spellEnd"/>
      <w:r w:rsidRPr="00F866CA">
        <w:rPr>
          <w:rFonts w:ascii="Times New Roman" w:hAnsi="Times New Roman" w:cs="Times New Roman"/>
        </w:rPr>
        <w:t xml:space="preserve"> </w:t>
      </w:r>
      <w:proofErr w:type="spellStart"/>
      <w:r w:rsidRPr="00F866CA">
        <w:rPr>
          <w:rFonts w:ascii="Times New Roman" w:hAnsi="Times New Roman" w:cs="Times New Roman"/>
        </w:rPr>
        <w:t>постачальників</w:t>
      </w:r>
      <w:proofErr w:type="spellEnd"/>
      <w:r w:rsidRPr="00F866CA">
        <w:rPr>
          <w:rFonts w:ascii="Times New Roman" w:hAnsi="Times New Roman" w:cs="Times New Roman"/>
        </w:rPr>
        <w:t xml:space="preserve"> і не є </w:t>
      </w:r>
      <w:proofErr w:type="spellStart"/>
      <w:r w:rsidRPr="00F866CA">
        <w:rPr>
          <w:rFonts w:ascii="Times New Roman" w:hAnsi="Times New Roman" w:cs="Times New Roman"/>
        </w:rPr>
        <w:t>єдиним</w:t>
      </w:r>
      <w:proofErr w:type="spellEnd"/>
      <w:r w:rsidRPr="00F866CA">
        <w:rPr>
          <w:rFonts w:ascii="Times New Roman" w:hAnsi="Times New Roman" w:cs="Times New Roman"/>
        </w:rPr>
        <w:t xml:space="preserve"> </w:t>
      </w:r>
      <w:proofErr w:type="spellStart"/>
      <w:r w:rsidRPr="00F866CA">
        <w:rPr>
          <w:rFonts w:ascii="Times New Roman" w:hAnsi="Times New Roman" w:cs="Times New Roman"/>
        </w:rPr>
        <w:t>критерієм</w:t>
      </w:r>
      <w:proofErr w:type="spellEnd"/>
      <w:r w:rsidRPr="00F866CA">
        <w:rPr>
          <w:rFonts w:ascii="Times New Roman" w:hAnsi="Times New Roman" w:cs="Times New Roman"/>
        </w:rPr>
        <w:t xml:space="preserve"> для </w:t>
      </w:r>
      <w:proofErr w:type="spellStart"/>
      <w:r w:rsidRPr="00F866CA">
        <w:rPr>
          <w:rFonts w:ascii="Times New Roman" w:hAnsi="Times New Roman" w:cs="Times New Roman"/>
        </w:rPr>
        <w:t>ухвалення</w:t>
      </w:r>
      <w:proofErr w:type="spellEnd"/>
      <w:r w:rsidRPr="00F866CA">
        <w:rPr>
          <w:rFonts w:ascii="Times New Roman" w:hAnsi="Times New Roman" w:cs="Times New Roman"/>
        </w:rPr>
        <w:t xml:space="preserve"> </w:t>
      </w:r>
      <w:proofErr w:type="spellStart"/>
      <w:r w:rsidRPr="00F866CA">
        <w:rPr>
          <w:rFonts w:ascii="Times New Roman" w:hAnsi="Times New Roman" w:cs="Times New Roman"/>
        </w:rPr>
        <w:t>рішення</w:t>
      </w:r>
      <w:proofErr w:type="spellEnd"/>
      <w:r w:rsidRPr="00F866CA">
        <w:rPr>
          <w:rFonts w:ascii="Times New Roman" w:hAnsi="Times New Roman" w:cs="Times New Roman"/>
        </w:rPr>
        <w:t xml:space="preserve"> про </w:t>
      </w:r>
      <w:proofErr w:type="spellStart"/>
      <w:r w:rsidRPr="00F866CA">
        <w:rPr>
          <w:rFonts w:ascii="Times New Roman" w:hAnsi="Times New Roman" w:cs="Times New Roman"/>
        </w:rPr>
        <w:t>укладання</w:t>
      </w:r>
      <w:proofErr w:type="spellEnd"/>
      <w:r w:rsidRPr="00F866CA">
        <w:rPr>
          <w:rFonts w:ascii="Times New Roman" w:hAnsi="Times New Roman" w:cs="Times New Roman"/>
        </w:rPr>
        <w:t xml:space="preserve"> контракту.</w:t>
      </w:r>
    </w:p>
    <w:p w14:paraId="6DE95DC1" w14:textId="276EF95C" w:rsidR="00F76D05" w:rsidRPr="007F0706" w:rsidRDefault="00F866CA" w:rsidP="00F866CA">
      <w:pPr>
        <w:rPr>
          <w:rFonts w:ascii="Times New Roman" w:hAnsi="Times New Roman" w:cs="Times New Roman"/>
          <w:lang w:val="uk-UA"/>
        </w:rPr>
      </w:pPr>
      <w:proofErr w:type="spellStart"/>
      <w:r w:rsidRPr="00F866CA">
        <w:rPr>
          <w:rFonts w:ascii="Times New Roman" w:hAnsi="Times New Roman" w:cs="Times New Roman"/>
        </w:rPr>
        <w:t>Обсяги</w:t>
      </w:r>
      <w:proofErr w:type="spellEnd"/>
      <w:r w:rsidRPr="00F866CA">
        <w:rPr>
          <w:rFonts w:ascii="Times New Roman" w:hAnsi="Times New Roman" w:cs="Times New Roman"/>
        </w:rPr>
        <w:t xml:space="preserve">, </w:t>
      </w:r>
      <w:proofErr w:type="spellStart"/>
      <w:r w:rsidRPr="00F866CA">
        <w:rPr>
          <w:rFonts w:ascii="Times New Roman" w:hAnsi="Times New Roman" w:cs="Times New Roman"/>
        </w:rPr>
        <w:t>вказані</w:t>
      </w:r>
      <w:proofErr w:type="spellEnd"/>
      <w:r w:rsidRPr="00F866CA">
        <w:rPr>
          <w:rFonts w:ascii="Times New Roman" w:hAnsi="Times New Roman" w:cs="Times New Roman"/>
        </w:rPr>
        <w:t xml:space="preserve"> в </w:t>
      </w:r>
      <w:proofErr w:type="spellStart"/>
      <w:r w:rsidRPr="00F866CA">
        <w:rPr>
          <w:rFonts w:ascii="Times New Roman" w:hAnsi="Times New Roman" w:cs="Times New Roman"/>
        </w:rPr>
        <w:t>таблиці</w:t>
      </w:r>
      <w:proofErr w:type="spellEnd"/>
      <w:r w:rsidRPr="00F866CA">
        <w:rPr>
          <w:rFonts w:ascii="Times New Roman" w:hAnsi="Times New Roman" w:cs="Times New Roman"/>
        </w:rPr>
        <w:t xml:space="preserve"> RFQ, не є </w:t>
      </w:r>
      <w:proofErr w:type="spellStart"/>
      <w:r w:rsidRPr="00F866CA">
        <w:rPr>
          <w:rFonts w:ascii="Times New Roman" w:hAnsi="Times New Roman" w:cs="Times New Roman"/>
        </w:rPr>
        <w:t>остаточними</w:t>
      </w:r>
      <w:proofErr w:type="spellEnd"/>
      <w:r w:rsidRPr="00F866CA">
        <w:rPr>
          <w:rFonts w:ascii="Times New Roman" w:hAnsi="Times New Roman" w:cs="Times New Roman"/>
        </w:rPr>
        <w:t xml:space="preserve"> і </w:t>
      </w:r>
      <w:proofErr w:type="spellStart"/>
      <w:r w:rsidRPr="00F866CA">
        <w:rPr>
          <w:rFonts w:ascii="Times New Roman" w:hAnsi="Times New Roman" w:cs="Times New Roman"/>
        </w:rPr>
        <w:t>можуть</w:t>
      </w:r>
      <w:proofErr w:type="spellEnd"/>
      <w:r w:rsidRPr="00F866CA">
        <w:rPr>
          <w:rFonts w:ascii="Times New Roman" w:hAnsi="Times New Roman" w:cs="Times New Roman"/>
        </w:rPr>
        <w:t xml:space="preserve"> </w:t>
      </w:r>
      <w:proofErr w:type="spellStart"/>
      <w:r w:rsidRPr="00F866CA">
        <w:rPr>
          <w:rFonts w:ascii="Times New Roman" w:hAnsi="Times New Roman" w:cs="Times New Roman"/>
        </w:rPr>
        <w:t>змінитися</w:t>
      </w:r>
      <w:proofErr w:type="spellEnd"/>
      <w:r w:rsidRPr="00F866CA">
        <w:rPr>
          <w:rFonts w:ascii="Times New Roman" w:hAnsi="Times New Roman" w:cs="Times New Roman"/>
        </w:rPr>
        <w:t xml:space="preserve"> </w:t>
      </w:r>
      <w:r w:rsidR="007F0706">
        <w:rPr>
          <w:rFonts w:ascii="Times New Roman" w:hAnsi="Times New Roman" w:cs="Times New Roman"/>
          <w:lang w:val="uk-UA"/>
        </w:rPr>
        <w:t>в залежності від планів виробництва.</w:t>
      </w:r>
    </w:p>
    <w:p w14:paraId="184C12F9" w14:textId="4D4C6A7D" w:rsidR="00A112D7" w:rsidRPr="00D577F7" w:rsidRDefault="00A112D7" w:rsidP="00897226">
      <w:pPr>
        <w:rPr>
          <w:rFonts w:ascii="Times New Roman" w:hAnsi="Times New Roman" w:cs="Times New Roman"/>
          <w:lang w:val="uk-UA"/>
        </w:rPr>
      </w:pPr>
      <w:r w:rsidRPr="00D577F7">
        <w:rPr>
          <w:rFonts w:ascii="Times New Roman" w:hAnsi="Times New Roman" w:cs="Times New Roman"/>
          <w:b/>
          <w:lang w:val="uk-UA"/>
        </w:rPr>
        <w:t xml:space="preserve">2. </w:t>
      </w:r>
      <w:r w:rsidR="00F76D05">
        <w:rPr>
          <w:rFonts w:ascii="Times New Roman" w:hAnsi="Times New Roman" w:cs="Times New Roman"/>
          <w:b/>
          <w:lang w:val="uk-UA"/>
        </w:rPr>
        <w:t>Цінова пропозиція</w:t>
      </w:r>
      <w:r w:rsidRPr="00D577F7">
        <w:rPr>
          <w:rFonts w:ascii="Times New Roman" w:hAnsi="Times New Roman" w:cs="Times New Roman"/>
          <w:lang w:val="uk-UA"/>
        </w:rPr>
        <w:t xml:space="preserve"> (</w:t>
      </w:r>
      <w:r w:rsidR="00F76D05">
        <w:rPr>
          <w:rFonts w:ascii="Times New Roman" w:hAnsi="Times New Roman" w:cs="Times New Roman"/>
          <w:lang w:val="uk-UA"/>
        </w:rPr>
        <w:t>тут і надалі усі ціни вказані</w:t>
      </w:r>
      <w:r w:rsidR="007F0706">
        <w:rPr>
          <w:rFonts w:ascii="Times New Roman" w:hAnsi="Times New Roman" w:cs="Times New Roman"/>
          <w:lang w:val="uk-UA"/>
        </w:rPr>
        <w:t xml:space="preserve"> у гривні</w:t>
      </w:r>
      <w:r w:rsidR="00F76D05">
        <w:rPr>
          <w:rFonts w:ascii="Times New Roman" w:hAnsi="Times New Roman" w:cs="Times New Roman"/>
          <w:lang w:val="uk-UA"/>
        </w:rPr>
        <w:t xml:space="preserve"> </w:t>
      </w:r>
      <w:r w:rsidR="00F76D05" w:rsidRPr="009F3E35">
        <w:rPr>
          <w:rFonts w:ascii="Times New Roman" w:hAnsi="Times New Roman" w:cs="Times New Roman"/>
          <w:b/>
          <w:bCs/>
          <w:u w:val="single"/>
          <w:lang w:val="uk-UA"/>
        </w:rPr>
        <w:t xml:space="preserve">без врахування ПДВ) </w:t>
      </w:r>
      <w:r w:rsidR="00D577F7" w:rsidRPr="009F3E35">
        <w:rPr>
          <w:rFonts w:ascii="Times New Roman" w:hAnsi="Times New Roman" w:cs="Times New Roman"/>
          <w:b/>
          <w:bCs/>
          <w:u w:val="single"/>
          <w:lang w:val="uk-UA"/>
        </w:rPr>
        <w:t xml:space="preserve">за умови </w:t>
      </w:r>
      <w:r w:rsidR="00D577F7" w:rsidRPr="009F3E35">
        <w:rPr>
          <w:rFonts w:ascii="Times New Roman" w:hAnsi="Times New Roman" w:cs="Times New Roman"/>
          <w:b/>
          <w:bCs/>
          <w:u w:val="single"/>
          <w:lang w:val="en-US"/>
        </w:rPr>
        <w:t>DDP</w:t>
      </w:r>
      <w:r w:rsidR="00D577F7" w:rsidRPr="00D577F7">
        <w:rPr>
          <w:rFonts w:ascii="Times New Roman" w:hAnsi="Times New Roman" w:cs="Times New Roman"/>
          <w:lang w:val="uk-UA"/>
        </w:rPr>
        <w:t xml:space="preserve"> </w:t>
      </w:r>
      <w:r w:rsidR="00D577F7">
        <w:rPr>
          <w:rFonts w:ascii="Times New Roman" w:hAnsi="Times New Roman" w:cs="Times New Roman"/>
          <w:lang w:val="uk-UA"/>
        </w:rPr>
        <w:t>на Чернігівське відділення.</w:t>
      </w:r>
    </w:p>
    <w:p w14:paraId="3980A65C" w14:textId="4E0434C5" w:rsidR="00A112D7" w:rsidRDefault="00A112D7" w:rsidP="00897226">
      <w:pPr>
        <w:rPr>
          <w:rFonts w:ascii="Times New Roman" w:hAnsi="Times New Roman" w:cs="Times New Roman"/>
          <w:b/>
          <w:lang w:val="uk-UA"/>
        </w:rPr>
      </w:pPr>
      <w:r w:rsidRPr="00A112D7">
        <w:rPr>
          <w:rFonts w:ascii="Times New Roman" w:hAnsi="Times New Roman" w:cs="Times New Roman"/>
          <w:b/>
        </w:rPr>
        <w:t xml:space="preserve">2.1. </w:t>
      </w:r>
      <w:r w:rsidR="00F76D05">
        <w:rPr>
          <w:rFonts w:ascii="Times New Roman" w:hAnsi="Times New Roman" w:cs="Times New Roman"/>
          <w:b/>
          <w:lang w:val="uk-UA"/>
        </w:rPr>
        <w:t>Тендерна ціна</w:t>
      </w:r>
    </w:p>
    <w:p w14:paraId="12693DF0" w14:textId="372E36B4" w:rsidR="00F76D05" w:rsidRPr="00F25C39" w:rsidRDefault="00F76D05" w:rsidP="00897226">
      <w:pPr>
        <w:rPr>
          <w:rFonts w:ascii="Times New Roman" w:hAnsi="Times New Roman" w:cs="Times New Roman"/>
          <w:lang w:val="uk-UA"/>
        </w:rPr>
      </w:pPr>
      <w:r w:rsidRPr="00F76D05">
        <w:rPr>
          <w:rFonts w:ascii="Times New Roman" w:hAnsi="Times New Roman" w:cs="Times New Roman"/>
        </w:rPr>
        <w:t xml:space="preserve">В </w:t>
      </w:r>
      <w:proofErr w:type="spellStart"/>
      <w:r w:rsidRPr="00F76D05">
        <w:rPr>
          <w:rFonts w:ascii="Times New Roman" w:hAnsi="Times New Roman" w:cs="Times New Roman"/>
        </w:rPr>
        <w:t>тендері</w:t>
      </w:r>
      <w:proofErr w:type="spellEnd"/>
      <w:r w:rsidRPr="00F76D05">
        <w:rPr>
          <w:rFonts w:ascii="Times New Roman" w:hAnsi="Times New Roman" w:cs="Times New Roman"/>
        </w:rPr>
        <w:t xml:space="preserve"> </w:t>
      </w:r>
      <w:proofErr w:type="spellStart"/>
      <w:r w:rsidRPr="00F76D05">
        <w:rPr>
          <w:rFonts w:ascii="Times New Roman" w:hAnsi="Times New Roman" w:cs="Times New Roman"/>
        </w:rPr>
        <w:t>зазначається</w:t>
      </w:r>
      <w:proofErr w:type="spellEnd"/>
      <w:r>
        <w:rPr>
          <w:rFonts w:ascii="Times New Roman" w:hAnsi="Times New Roman" w:cs="Times New Roman"/>
          <w:lang w:val="uk-UA"/>
        </w:rPr>
        <w:t xml:space="preserve"> загальна вартість за </w:t>
      </w:r>
      <w:r w:rsidR="007F0706">
        <w:rPr>
          <w:rFonts w:ascii="Times New Roman" w:hAnsi="Times New Roman" w:cs="Times New Roman"/>
          <w:lang w:val="uk-UA"/>
        </w:rPr>
        <w:t>1</w:t>
      </w:r>
      <w:r w:rsidR="00D577F7">
        <w:rPr>
          <w:rFonts w:ascii="Times New Roman" w:hAnsi="Times New Roman" w:cs="Times New Roman"/>
          <w:lang w:val="uk-UA"/>
        </w:rPr>
        <w:t>кг</w:t>
      </w:r>
      <w:r w:rsidR="007F0706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на умовах відвантаження </w:t>
      </w:r>
      <w:r>
        <w:rPr>
          <w:rFonts w:ascii="Times New Roman" w:hAnsi="Times New Roman" w:cs="Times New Roman"/>
          <w:lang w:val="en-US"/>
        </w:rPr>
        <w:t>DDP</w:t>
      </w:r>
      <w:r w:rsidR="007F0706">
        <w:rPr>
          <w:rFonts w:ascii="Times New Roman" w:hAnsi="Times New Roman" w:cs="Times New Roman"/>
          <w:lang w:val="uk-UA"/>
        </w:rPr>
        <w:t xml:space="preserve"> без ПДВ</w:t>
      </w:r>
      <w:r w:rsidR="00F25C39" w:rsidRPr="00F25C39">
        <w:rPr>
          <w:rFonts w:ascii="Times New Roman" w:hAnsi="Times New Roman" w:cs="Times New Roman"/>
        </w:rPr>
        <w:t>.</w:t>
      </w:r>
    </w:p>
    <w:p w14:paraId="384A9475" w14:textId="202E230C" w:rsidR="00F76D05" w:rsidRDefault="00F76D05" w:rsidP="00A112D7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lang w:val="uk-UA"/>
        </w:rPr>
        <w:t>Запропонована в тендері ціна</w:t>
      </w:r>
      <w:r w:rsidRPr="00F76D05">
        <w:rPr>
          <w:rFonts w:ascii="Times New Roman" w:hAnsi="Times New Roman" w:cs="Times New Roman"/>
        </w:rPr>
        <w:t xml:space="preserve"> є остаточною і не </w:t>
      </w:r>
      <w:proofErr w:type="spellStart"/>
      <w:r w:rsidRPr="00F76D05">
        <w:rPr>
          <w:rFonts w:ascii="Times New Roman" w:hAnsi="Times New Roman" w:cs="Times New Roman"/>
        </w:rPr>
        <w:t>залежить</w:t>
      </w:r>
      <w:proofErr w:type="spellEnd"/>
      <w:r w:rsidRPr="00F76D05">
        <w:rPr>
          <w:rFonts w:ascii="Times New Roman" w:hAnsi="Times New Roman" w:cs="Times New Roman"/>
        </w:rPr>
        <w:t xml:space="preserve"> </w:t>
      </w:r>
      <w:proofErr w:type="spellStart"/>
      <w:r w:rsidRPr="00F76D05">
        <w:rPr>
          <w:rFonts w:ascii="Times New Roman" w:hAnsi="Times New Roman" w:cs="Times New Roman"/>
        </w:rPr>
        <w:t>від</w:t>
      </w:r>
      <w:proofErr w:type="spellEnd"/>
      <w:r w:rsidRPr="00F76D05">
        <w:rPr>
          <w:rFonts w:ascii="Times New Roman" w:hAnsi="Times New Roman" w:cs="Times New Roman"/>
        </w:rPr>
        <w:t xml:space="preserve"> </w:t>
      </w:r>
      <w:proofErr w:type="spellStart"/>
      <w:r w:rsidRPr="00F76D05">
        <w:rPr>
          <w:rFonts w:ascii="Times New Roman" w:hAnsi="Times New Roman" w:cs="Times New Roman"/>
        </w:rPr>
        <w:t>обсягу</w:t>
      </w:r>
      <w:proofErr w:type="spellEnd"/>
      <w:r w:rsidRPr="00F76D05">
        <w:rPr>
          <w:rFonts w:ascii="Times New Roman" w:hAnsi="Times New Roman" w:cs="Times New Roman"/>
        </w:rPr>
        <w:t xml:space="preserve"> ал</w:t>
      </w:r>
      <w:r>
        <w:rPr>
          <w:rFonts w:ascii="Times New Roman" w:hAnsi="Times New Roman" w:cs="Times New Roman"/>
          <w:lang w:val="uk-UA"/>
        </w:rPr>
        <w:t>локації</w:t>
      </w:r>
      <w:r w:rsidRPr="00F76D05">
        <w:rPr>
          <w:rFonts w:ascii="Times New Roman" w:hAnsi="Times New Roman" w:cs="Times New Roman"/>
        </w:rPr>
        <w:t xml:space="preserve"> з боку </w:t>
      </w:r>
      <w:r>
        <w:rPr>
          <w:rFonts w:ascii="Times New Roman" w:hAnsi="Times New Roman" w:cs="Times New Roman"/>
          <w:bCs/>
          <w:lang w:val="uk-UA"/>
        </w:rPr>
        <w:t>ПРАТ «АБІНБЕВ ЕФЕС Україна».</w:t>
      </w:r>
    </w:p>
    <w:p w14:paraId="1DC2E839" w14:textId="15E077FC" w:rsidR="00792011" w:rsidRPr="00D44C47" w:rsidRDefault="0047054F" w:rsidP="00966968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 тендері необхідно вказувати ціну у гривні</w:t>
      </w:r>
      <w:r w:rsidR="00D44C47">
        <w:rPr>
          <w:rFonts w:ascii="Times New Roman" w:hAnsi="Times New Roman" w:cs="Times New Roman"/>
          <w:lang w:val="uk-UA"/>
        </w:rPr>
        <w:t xml:space="preserve"> без врахування ПДВ.</w:t>
      </w:r>
    </w:p>
    <w:p w14:paraId="0823B737" w14:textId="6616854C" w:rsidR="00C6649E" w:rsidRDefault="00A112D7" w:rsidP="00C279C1">
      <w:pPr>
        <w:rPr>
          <w:rFonts w:ascii="Times New Roman" w:hAnsi="Times New Roman" w:cs="Times New Roman"/>
          <w:bCs/>
          <w:lang w:val="uk-UA"/>
        </w:rPr>
      </w:pPr>
      <w:r w:rsidRPr="00A112D7">
        <w:rPr>
          <w:rFonts w:ascii="Times New Roman" w:hAnsi="Times New Roman" w:cs="Times New Roman"/>
          <w:b/>
        </w:rPr>
        <w:t xml:space="preserve">2.2. </w:t>
      </w:r>
      <w:r w:rsidR="002F60F0">
        <w:rPr>
          <w:rFonts w:ascii="Times New Roman" w:hAnsi="Times New Roman" w:cs="Times New Roman"/>
          <w:b/>
          <w:lang w:val="uk-UA"/>
        </w:rPr>
        <w:t>Ціна- в контракті</w:t>
      </w:r>
    </w:p>
    <w:p w14:paraId="11D2FE5A" w14:textId="68DCF202" w:rsidR="00DE7B76" w:rsidRDefault="00C279C1" w:rsidP="00B909BA">
      <w:pPr>
        <w:rPr>
          <w:rFonts w:ascii="Times New Roman" w:hAnsi="Times New Roman" w:cs="Times New Roman"/>
          <w:lang w:val="uk-UA"/>
        </w:rPr>
      </w:pPr>
      <w:r w:rsidRPr="00C279C1">
        <w:rPr>
          <w:rFonts w:ascii="Times New Roman" w:hAnsi="Times New Roman" w:cs="Times New Roman"/>
          <w:bCs/>
          <w:lang w:val="uk-UA"/>
        </w:rPr>
        <w:t xml:space="preserve">Ціна у контракті фіксується у гривнях на весь термін дії </w:t>
      </w:r>
      <w:r w:rsidR="00D44C47">
        <w:rPr>
          <w:rFonts w:ascii="Times New Roman" w:hAnsi="Times New Roman" w:cs="Times New Roman"/>
          <w:bCs/>
          <w:lang w:val="uk-UA"/>
        </w:rPr>
        <w:t>Додаткової угоди</w:t>
      </w:r>
      <w:r w:rsidR="00365828">
        <w:rPr>
          <w:rFonts w:ascii="Times New Roman" w:hAnsi="Times New Roman" w:cs="Times New Roman"/>
          <w:bCs/>
          <w:lang w:val="uk-UA"/>
        </w:rPr>
        <w:t xml:space="preserve"> (</w:t>
      </w:r>
      <w:r w:rsidR="00365828">
        <w:rPr>
          <w:rFonts w:ascii="Times New Roman" w:hAnsi="Times New Roman" w:cs="Times New Roman"/>
          <w:lang w:val="uk-UA"/>
        </w:rPr>
        <w:t>01.0</w:t>
      </w:r>
      <w:r w:rsidR="00F25C39">
        <w:rPr>
          <w:rFonts w:ascii="Times New Roman" w:hAnsi="Times New Roman" w:cs="Times New Roman"/>
          <w:lang w:val="uk-UA"/>
        </w:rPr>
        <w:t>7</w:t>
      </w:r>
      <w:r w:rsidR="00365828">
        <w:rPr>
          <w:rFonts w:ascii="Times New Roman" w:hAnsi="Times New Roman" w:cs="Times New Roman"/>
          <w:lang w:val="uk-UA"/>
        </w:rPr>
        <w:t>.202</w:t>
      </w:r>
      <w:r w:rsidR="009F3E35">
        <w:rPr>
          <w:rFonts w:ascii="Times New Roman" w:hAnsi="Times New Roman" w:cs="Times New Roman"/>
          <w:lang w:val="uk-UA"/>
        </w:rPr>
        <w:t>5</w:t>
      </w:r>
      <w:r w:rsidR="00365828">
        <w:rPr>
          <w:rFonts w:ascii="Times New Roman" w:hAnsi="Times New Roman" w:cs="Times New Roman"/>
          <w:lang w:val="uk-UA"/>
        </w:rPr>
        <w:t>-3</w:t>
      </w:r>
      <w:r w:rsidR="00F25C39">
        <w:rPr>
          <w:rFonts w:ascii="Times New Roman" w:hAnsi="Times New Roman" w:cs="Times New Roman"/>
          <w:lang w:val="uk-UA"/>
        </w:rPr>
        <w:t>1</w:t>
      </w:r>
      <w:r w:rsidR="00365828">
        <w:rPr>
          <w:rFonts w:ascii="Times New Roman" w:hAnsi="Times New Roman" w:cs="Times New Roman"/>
          <w:lang w:val="uk-UA"/>
        </w:rPr>
        <w:t>.</w:t>
      </w:r>
      <w:r w:rsidR="00F25C39">
        <w:rPr>
          <w:rFonts w:ascii="Times New Roman" w:hAnsi="Times New Roman" w:cs="Times New Roman"/>
          <w:lang w:val="uk-UA"/>
        </w:rPr>
        <w:t>12</w:t>
      </w:r>
      <w:r w:rsidR="00365828">
        <w:rPr>
          <w:rFonts w:ascii="Times New Roman" w:hAnsi="Times New Roman" w:cs="Times New Roman"/>
          <w:lang w:val="uk-UA"/>
        </w:rPr>
        <w:t>.202</w:t>
      </w:r>
      <w:r w:rsidR="009F3E35">
        <w:rPr>
          <w:rFonts w:ascii="Times New Roman" w:hAnsi="Times New Roman" w:cs="Times New Roman"/>
          <w:lang w:val="uk-UA"/>
        </w:rPr>
        <w:t>5</w:t>
      </w:r>
      <w:r w:rsidR="00365828">
        <w:rPr>
          <w:rFonts w:ascii="Times New Roman" w:hAnsi="Times New Roman" w:cs="Times New Roman"/>
          <w:lang w:val="uk-UA"/>
        </w:rPr>
        <w:t>)</w:t>
      </w:r>
    </w:p>
    <w:p w14:paraId="708E58DA" w14:textId="01E32195" w:rsidR="00E505F8" w:rsidRDefault="00E505F8" w:rsidP="00E505F8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3</w:t>
      </w:r>
      <w:r w:rsidRPr="008B1AA9">
        <w:rPr>
          <w:rFonts w:ascii="Times New Roman" w:hAnsi="Times New Roman" w:cs="Times New Roman"/>
          <w:b/>
          <w:lang w:val="uk-UA"/>
        </w:rPr>
        <w:t>. Результати тендеру</w:t>
      </w:r>
    </w:p>
    <w:p w14:paraId="1FF3A965" w14:textId="42C18AD9" w:rsidR="00E505F8" w:rsidRDefault="00E505F8" w:rsidP="00E505F8">
      <w:pPr>
        <w:tabs>
          <w:tab w:val="left" w:pos="6059"/>
        </w:tabs>
        <w:ind w:left="360"/>
        <w:rPr>
          <w:rFonts w:ascii="Times New Roman" w:hAnsi="Times New Roman" w:cs="Times New Roman"/>
          <w:lang w:val="uk-UA"/>
        </w:rPr>
      </w:pPr>
      <w:r w:rsidRPr="008B1AA9">
        <w:rPr>
          <w:rFonts w:ascii="Times New Roman" w:hAnsi="Times New Roman" w:cs="Times New Roman"/>
          <w:lang w:val="uk-UA"/>
        </w:rPr>
        <w:t xml:space="preserve">Результати тендеру оголошуються кожному учаснику тендеру окремо протягом </w:t>
      </w:r>
      <w:r w:rsidR="003C7614">
        <w:rPr>
          <w:rFonts w:ascii="Times New Roman" w:hAnsi="Times New Roman" w:cs="Times New Roman"/>
          <w:lang w:val="uk-UA"/>
        </w:rPr>
        <w:t>трьох</w:t>
      </w:r>
      <w:r w:rsidRPr="008B1AA9">
        <w:rPr>
          <w:rFonts w:ascii="Times New Roman" w:hAnsi="Times New Roman" w:cs="Times New Roman"/>
          <w:lang w:val="uk-UA"/>
        </w:rPr>
        <w:t xml:space="preserve"> робоч</w:t>
      </w:r>
      <w:r w:rsidR="003C7614">
        <w:rPr>
          <w:rFonts w:ascii="Times New Roman" w:hAnsi="Times New Roman" w:cs="Times New Roman"/>
          <w:lang w:val="uk-UA"/>
        </w:rPr>
        <w:t>их</w:t>
      </w:r>
      <w:r w:rsidRPr="008B1AA9">
        <w:rPr>
          <w:rFonts w:ascii="Times New Roman" w:hAnsi="Times New Roman" w:cs="Times New Roman"/>
          <w:lang w:val="uk-UA"/>
        </w:rPr>
        <w:t xml:space="preserve"> дн</w:t>
      </w:r>
      <w:r w:rsidR="003C7614">
        <w:rPr>
          <w:rFonts w:ascii="Times New Roman" w:hAnsi="Times New Roman" w:cs="Times New Roman"/>
          <w:lang w:val="uk-UA"/>
        </w:rPr>
        <w:t>ів</w:t>
      </w:r>
      <w:r w:rsidRPr="008B1AA9">
        <w:rPr>
          <w:rFonts w:ascii="Times New Roman" w:hAnsi="Times New Roman" w:cs="Times New Roman"/>
          <w:lang w:val="uk-UA"/>
        </w:rPr>
        <w:t xml:space="preserve"> з моменту закриття тендеру.</w:t>
      </w:r>
      <w:r>
        <w:rPr>
          <w:rFonts w:ascii="Times New Roman" w:hAnsi="Times New Roman" w:cs="Times New Roman"/>
          <w:lang w:val="uk-UA"/>
        </w:rPr>
        <w:t xml:space="preserve"> Визначення переможця тендеру є </w:t>
      </w:r>
      <w:proofErr w:type="spellStart"/>
      <w:r>
        <w:rPr>
          <w:rFonts w:ascii="Times New Roman" w:hAnsi="Times New Roman" w:cs="Times New Roman"/>
          <w:lang w:val="uk-UA"/>
        </w:rPr>
        <w:t>совокупним</w:t>
      </w:r>
      <w:proofErr w:type="spellEnd"/>
      <w:r>
        <w:rPr>
          <w:rFonts w:ascii="Times New Roman" w:hAnsi="Times New Roman" w:cs="Times New Roman"/>
          <w:lang w:val="uk-UA"/>
        </w:rPr>
        <w:t xml:space="preserve"> по трьом показникам: ціна, </w:t>
      </w:r>
      <w:r w:rsidR="003C7614">
        <w:rPr>
          <w:rFonts w:ascii="Times New Roman" w:hAnsi="Times New Roman" w:cs="Times New Roman"/>
          <w:lang w:val="uk-UA"/>
        </w:rPr>
        <w:t xml:space="preserve">відтермінування, </w:t>
      </w:r>
      <w:r>
        <w:rPr>
          <w:rFonts w:ascii="Times New Roman" w:hAnsi="Times New Roman" w:cs="Times New Roman"/>
          <w:lang w:val="uk-UA"/>
        </w:rPr>
        <w:t>якість як матеріалу так і сервіс обслуговування</w:t>
      </w:r>
      <w:r w:rsidR="003C7614">
        <w:rPr>
          <w:rFonts w:ascii="Times New Roman" w:hAnsi="Times New Roman" w:cs="Times New Roman"/>
          <w:lang w:val="uk-UA"/>
        </w:rPr>
        <w:t>.</w:t>
      </w:r>
    </w:p>
    <w:p w14:paraId="040FE344" w14:textId="69413FF5" w:rsidR="00E505F8" w:rsidRPr="00E505F8" w:rsidRDefault="00E505F8" w:rsidP="00E505F8">
      <w:pPr>
        <w:ind w:firstLine="36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За результатами двох етапів буде обрано 1 постачальник </w:t>
      </w:r>
      <w:r w:rsidR="009B1ED6">
        <w:rPr>
          <w:rFonts w:ascii="Times New Roman" w:hAnsi="Times New Roman" w:cs="Times New Roman"/>
          <w:lang w:val="uk-UA"/>
        </w:rPr>
        <w:t>основний і 1 допоміжний.</w:t>
      </w:r>
    </w:p>
    <w:p w14:paraId="0159E59C" w14:textId="13887317" w:rsidR="005A1A10" w:rsidRDefault="005A1A10" w:rsidP="005A1A10">
      <w:pPr>
        <w:tabs>
          <w:tab w:val="left" w:pos="6059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4</w:t>
      </w:r>
      <w:r w:rsidRPr="00D44C47">
        <w:rPr>
          <w:rFonts w:ascii="Times New Roman" w:hAnsi="Times New Roman" w:cs="Times New Roman"/>
          <w:b/>
          <w:lang w:val="uk-UA"/>
        </w:rPr>
        <w:t xml:space="preserve">. </w:t>
      </w:r>
      <w:r>
        <w:rPr>
          <w:rFonts w:ascii="Times New Roman" w:hAnsi="Times New Roman" w:cs="Times New Roman"/>
          <w:b/>
          <w:lang w:val="uk-UA"/>
        </w:rPr>
        <w:t>Порядок розміщення замовлень на виробництво</w:t>
      </w:r>
    </w:p>
    <w:p w14:paraId="2B4894BE" w14:textId="77777777" w:rsidR="009B1ED6" w:rsidRDefault="00866C9A" w:rsidP="00866C9A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МРП фахівець надсилає на пошту постачальникові прогнозні об’єми на квартал, потім МРП фахівець розміщує замовлення на щомісячній основі. </w:t>
      </w:r>
    </w:p>
    <w:p w14:paraId="153E94C2" w14:textId="77777777" w:rsidR="009B1ED6" w:rsidRDefault="00C70F53" w:rsidP="00866C9A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Бланк-замовлення має бути обов’язково підписаний Постачальником. </w:t>
      </w:r>
    </w:p>
    <w:p w14:paraId="25089C2B" w14:textId="360A56C9" w:rsidR="00866C9A" w:rsidRDefault="00866C9A" w:rsidP="00866C9A">
      <w:pPr>
        <w:rPr>
          <w:rFonts w:ascii="Times New Roman" w:hAnsi="Times New Roman" w:cs="Times New Roman"/>
          <w:bCs/>
          <w:lang w:val="uk-UA"/>
        </w:rPr>
      </w:pPr>
      <w:r w:rsidRPr="00C279C1">
        <w:rPr>
          <w:rFonts w:ascii="Times New Roman" w:hAnsi="Times New Roman" w:cs="Times New Roman"/>
          <w:bCs/>
          <w:lang w:val="uk-UA"/>
        </w:rPr>
        <w:lastRenderedPageBreak/>
        <w:t xml:space="preserve">Постачальник гарантує зберігання страхового запасу обсягом 4-х тижневої потреби </w:t>
      </w:r>
      <w:r>
        <w:rPr>
          <w:rFonts w:ascii="Times New Roman" w:hAnsi="Times New Roman" w:cs="Times New Roman"/>
          <w:bCs/>
          <w:lang w:val="uk-UA"/>
        </w:rPr>
        <w:t>для ПРАТ «АБІНБЕВ ЕФЕС Україна».</w:t>
      </w:r>
      <w:r w:rsidR="00C70F53">
        <w:rPr>
          <w:rFonts w:ascii="Times New Roman" w:hAnsi="Times New Roman" w:cs="Times New Roman"/>
          <w:bCs/>
          <w:lang w:val="uk-UA"/>
        </w:rPr>
        <w:t xml:space="preserve"> </w:t>
      </w:r>
    </w:p>
    <w:p w14:paraId="0F28A835" w14:textId="77777777" w:rsidR="003E0283" w:rsidRDefault="003E0283" w:rsidP="00866C9A">
      <w:pPr>
        <w:tabs>
          <w:tab w:val="left" w:pos="6059"/>
        </w:tabs>
        <w:rPr>
          <w:rFonts w:ascii="Times New Roman" w:hAnsi="Times New Roman" w:cs="Times New Roman"/>
          <w:b/>
          <w:bCs/>
          <w:lang w:val="uk-UA"/>
        </w:rPr>
      </w:pPr>
    </w:p>
    <w:p w14:paraId="565BE3E7" w14:textId="1B044DC8" w:rsidR="00866C9A" w:rsidRPr="003A112B" w:rsidRDefault="00866C9A" w:rsidP="00866C9A">
      <w:pPr>
        <w:tabs>
          <w:tab w:val="left" w:pos="6059"/>
        </w:tabs>
        <w:rPr>
          <w:rFonts w:ascii="Times New Roman" w:hAnsi="Times New Roman" w:cs="Times New Roman"/>
          <w:b/>
          <w:bCs/>
        </w:rPr>
      </w:pPr>
      <w:proofErr w:type="spellStart"/>
      <w:r w:rsidRPr="003A112B">
        <w:rPr>
          <w:rFonts w:ascii="Times New Roman" w:hAnsi="Times New Roman" w:cs="Times New Roman"/>
          <w:b/>
          <w:bCs/>
        </w:rPr>
        <w:t>Етапи</w:t>
      </w:r>
      <w:proofErr w:type="spellEnd"/>
      <w:r w:rsidRPr="003A112B">
        <w:rPr>
          <w:rFonts w:ascii="Times New Roman" w:hAnsi="Times New Roman" w:cs="Times New Roman"/>
          <w:b/>
          <w:bCs/>
        </w:rPr>
        <w:t xml:space="preserve"> </w:t>
      </w:r>
      <w:r w:rsidR="003E0283">
        <w:rPr>
          <w:rFonts w:ascii="Times New Roman" w:hAnsi="Times New Roman" w:cs="Times New Roman"/>
          <w:b/>
          <w:bCs/>
          <w:lang w:val="uk-UA"/>
        </w:rPr>
        <w:t xml:space="preserve"> проведення </w:t>
      </w:r>
      <w:r w:rsidRPr="003A112B">
        <w:rPr>
          <w:rFonts w:ascii="Times New Roman" w:hAnsi="Times New Roman" w:cs="Times New Roman"/>
          <w:b/>
          <w:bCs/>
        </w:rPr>
        <w:t>тендеру:</w:t>
      </w:r>
    </w:p>
    <w:p w14:paraId="1E42FD4C" w14:textId="7E654E4B" w:rsidR="00866C9A" w:rsidRPr="00027586" w:rsidRDefault="00866C9A" w:rsidP="00866C9A">
      <w:pPr>
        <w:pStyle w:val="aa"/>
        <w:numPr>
          <w:ilvl w:val="0"/>
          <w:numId w:val="5"/>
        </w:numPr>
        <w:tabs>
          <w:tab w:val="left" w:pos="605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Заповнення бланку </w:t>
      </w:r>
      <w:r>
        <w:rPr>
          <w:rFonts w:ascii="Times New Roman" w:hAnsi="Times New Roman" w:cs="Times New Roman"/>
          <w:lang w:val="en-US"/>
        </w:rPr>
        <w:t>RFQ</w:t>
      </w:r>
      <w:r w:rsidRPr="00A028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до </w:t>
      </w:r>
      <w:r w:rsidR="00597CA9">
        <w:rPr>
          <w:rFonts w:ascii="Times New Roman" w:hAnsi="Times New Roman" w:cs="Times New Roman"/>
          <w:lang w:val="uk-UA"/>
        </w:rPr>
        <w:t>1</w:t>
      </w:r>
      <w:r w:rsidR="005A7169">
        <w:rPr>
          <w:rFonts w:ascii="Times New Roman" w:hAnsi="Times New Roman" w:cs="Times New Roman"/>
          <w:lang w:val="uk-UA"/>
        </w:rPr>
        <w:t>6</w:t>
      </w:r>
      <w:r>
        <w:rPr>
          <w:rFonts w:ascii="Times New Roman" w:hAnsi="Times New Roman" w:cs="Times New Roman"/>
          <w:lang w:val="uk-UA"/>
        </w:rPr>
        <w:t>.</w:t>
      </w:r>
      <w:r w:rsidR="005A7169">
        <w:rPr>
          <w:rFonts w:ascii="Times New Roman" w:hAnsi="Times New Roman" w:cs="Times New Roman"/>
          <w:lang w:val="uk-UA"/>
        </w:rPr>
        <w:t>06</w:t>
      </w:r>
      <w:r>
        <w:rPr>
          <w:rFonts w:ascii="Times New Roman" w:hAnsi="Times New Roman" w:cs="Times New Roman"/>
          <w:lang w:val="uk-UA"/>
        </w:rPr>
        <w:t>.202</w:t>
      </w:r>
      <w:r w:rsidR="005A7169">
        <w:rPr>
          <w:rFonts w:ascii="Times New Roman" w:hAnsi="Times New Roman" w:cs="Times New Roman"/>
          <w:lang w:val="uk-UA"/>
        </w:rPr>
        <w:t>5</w:t>
      </w:r>
      <w:r>
        <w:rPr>
          <w:rFonts w:ascii="Times New Roman" w:hAnsi="Times New Roman" w:cs="Times New Roman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lang w:val="uk-UA"/>
        </w:rPr>
        <w:t>ексель</w:t>
      </w:r>
      <w:proofErr w:type="spellEnd"/>
      <w:r>
        <w:rPr>
          <w:rFonts w:ascii="Times New Roman" w:hAnsi="Times New Roman" w:cs="Times New Roman"/>
          <w:lang w:val="uk-UA"/>
        </w:rPr>
        <w:t xml:space="preserve"> у листі)</w:t>
      </w:r>
      <w:r w:rsidR="00931481">
        <w:rPr>
          <w:rFonts w:ascii="Times New Roman" w:hAnsi="Times New Roman" w:cs="Times New Roman"/>
          <w:lang w:val="uk-UA"/>
        </w:rPr>
        <w:t xml:space="preserve">, де необхідно вказати початкову ціну </w:t>
      </w:r>
      <w:proofErr w:type="spellStart"/>
      <w:r w:rsidR="00931481">
        <w:rPr>
          <w:rFonts w:ascii="Times New Roman" w:hAnsi="Times New Roman" w:cs="Times New Roman"/>
          <w:lang w:val="uk-UA"/>
        </w:rPr>
        <w:t>дл</w:t>
      </w:r>
      <w:proofErr w:type="spellEnd"/>
      <w:r w:rsidR="00931481">
        <w:rPr>
          <w:rFonts w:ascii="Times New Roman" w:hAnsi="Times New Roman" w:cs="Times New Roman"/>
          <w:lang w:val="uk-UA"/>
        </w:rPr>
        <w:t xml:space="preserve"> тендеру</w:t>
      </w:r>
      <w:r w:rsidR="007A7467">
        <w:rPr>
          <w:rFonts w:ascii="Times New Roman" w:hAnsi="Times New Roman" w:cs="Times New Roman"/>
          <w:lang w:val="uk-UA"/>
        </w:rPr>
        <w:t>.</w:t>
      </w:r>
    </w:p>
    <w:p w14:paraId="0AFC0110" w14:textId="4360FB28" w:rsidR="00866C9A" w:rsidRPr="00930B4B" w:rsidRDefault="00597CA9" w:rsidP="00866C9A">
      <w:pPr>
        <w:pStyle w:val="aa"/>
        <w:numPr>
          <w:ilvl w:val="0"/>
          <w:numId w:val="5"/>
        </w:numPr>
        <w:tabs>
          <w:tab w:val="left" w:pos="605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Проведення </w:t>
      </w:r>
      <w:r w:rsidR="00866C9A">
        <w:rPr>
          <w:rFonts w:ascii="Times New Roman" w:hAnsi="Times New Roman" w:cs="Times New Roman"/>
          <w:lang w:val="uk-UA"/>
        </w:rPr>
        <w:t xml:space="preserve">онлайн аукціон по </w:t>
      </w:r>
      <w:r>
        <w:rPr>
          <w:rFonts w:ascii="Times New Roman" w:hAnsi="Times New Roman" w:cs="Times New Roman"/>
          <w:lang w:val="uk-UA"/>
        </w:rPr>
        <w:t>цінам</w:t>
      </w:r>
      <w:r w:rsidR="00866C9A">
        <w:rPr>
          <w:rFonts w:ascii="Times New Roman" w:hAnsi="Times New Roman" w:cs="Times New Roman"/>
          <w:lang w:val="uk-UA"/>
        </w:rPr>
        <w:t xml:space="preserve"> </w:t>
      </w:r>
      <w:r w:rsidR="00DB5A39">
        <w:rPr>
          <w:rFonts w:ascii="Times New Roman" w:hAnsi="Times New Roman" w:cs="Times New Roman"/>
          <w:lang w:val="uk-UA"/>
        </w:rPr>
        <w:t>20</w:t>
      </w:r>
      <w:r w:rsidR="00866C9A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</w:t>
      </w:r>
      <w:r w:rsidR="00DB5A39">
        <w:rPr>
          <w:rFonts w:ascii="Times New Roman" w:hAnsi="Times New Roman" w:cs="Times New Roman"/>
          <w:lang w:val="uk-UA"/>
        </w:rPr>
        <w:t>6</w:t>
      </w:r>
      <w:r w:rsidR="00866C9A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5</w:t>
      </w:r>
      <w:r w:rsidR="00866C9A">
        <w:rPr>
          <w:rFonts w:ascii="Times New Roman" w:hAnsi="Times New Roman" w:cs="Times New Roman"/>
          <w:lang w:val="uk-UA"/>
        </w:rPr>
        <w:t xml:space="preserve">р. </w:t>
      </w:r>
      <w:r w:rsidR="0034240F">
        <w:rPr>
          <w:rFonts w:ascii="Times New Roman" w:hAnsi="Times New Roman" w:cs="Times New Roman"/>
          <w:lang w:val="uk-UA"/>
        </w:rPr>
        <w:t>усім учасникам обов’язково буде надіслано лист запрошення та посилання на аукціон.</w:t>
      </w:r>
    </w:p>
    <w:p w14:paraId="19BE3CBB" w14:textId="79922B1D" w:rsidR="00866C9A" w:rsidRPr="00597CA9" w:rsidRDefault="00597CA9" w:rsidP="00597CA9">
      <w:pPr>
        <w:pStyle w:val="aa"/>
        <w:numPr>
          <w:ilvl w:val="0"/>
          <w:numId w:val="5"/>
        </w:numPr>
        <w:tabs>
          <w:tab w:val="left" w:pos="605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Ф</w:t>
      </w:r>
      <w:r w:rsidR="00866C9A" w:rsidRPr="00597CA9">
        <w:rPr>
          <w:rFonts w:ascii="Times New Roman" w:hAnsi="Times New Roman" w:cs="Times New Roman"/>
          <w:lang w:val="uk-UA"/>
        </w:rPr>
        <w:t xml:space="preserve">інальні переговори та результати тендеру </w:t>
      </w:r>
      <w:r w:rsidR="00EE101B">
        <w:rPr>
          <w:rFonts w:ascii="Times New Roman" w:hAnsi="Times New Roman" w:cs="Times New Roman"/>
          <w:lang w:val="uk-UA"/>
        </w:rPr>
        <w:t>25</w:t>
      </w:r>
      <w:r w:rsidR="00866C9A" w:rsidRPr="00597CA9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</w:t>
      </w:r>
      <w:r w:rsidR="00EE101B">
        <w:rPr>
          <w:rFonts w:ascii="Times New Roman" w:hAnsi="Times New Roman" w:cs="Times New Roman"/>
          <w:lang w:val="uk-UA"/>
        </w:rPr>
        <w:t>6</w:t>
      </w:r>
      <w:r w:rsidR="00866C9A" w:rsidRPr="00597CA9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5</w:t>
      </w:r>
      <w:r w:rsidR="00866C9A" w:rsidRPr="00597CA9">
        <w:rPr>
          <w:rFonts w:ascii="Times New Roman" w:hAnsi="Times New Roman" w:cs="Times New Roman"/>
          <w:lang w:val="uk-UA"/>
        </w:rPr>
        <w:t xml:space="preserve">р.Створення та розміщення </w:t>
      </w:r>
      <w:proofErr w:type="spellStart"/>
      <w:r w:rsidR="00866C9A" w:rsidRPr="00597CA9">
        <w:rPr>
          <w:rFonts w:ascii="Times New Roman" w:hAnsi="Times New Roman" w:cs="Times New Roman"/>
          <w:lang w:val="uk-UA"/>
        </w:rPr>
        <w:t>аллокації</w:t>
      </w:r>
      <w:proofErr w:type="spellEnd"/>
      <w:r w:rsidR="00866C9A" w:rsidRPr="00597CA9">
        <w:rPr>
          <w:rFonts w:ascii="Times New Roman" w:hAnsi="Times New Roman" w:cs="Times New Roman"/>
          <w:lang w:val="uk-UA"/>
        </w:rPr>
        <w:t xml:space="preserve"> по обсягам і постачальникам.</w:t>
      </w:r>
    </w:p>
    <w:p w14:paraId="322C7EAB" w14:textId="33A4FC00" w:rsidR="00866C9A" w:rsidRPr="00825C65" w:rsidRDefault="00866C9A" w:rsidP="00866C9A">
      <w:pPr>
        <w:pStyle w:val="aa"/>
        <w:numPr>
          <w:ilvl w:val="0"/>
          <w:numId w:val="5"/>
        </w:numPr>
        <w:tabs>
          <w:tab w:val="left" w:pos="605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Підписання договорів</w:t>
      </w:r>
      <w:r w:rsidR="00EB38D9">
        <w:rPr>
          <w:rFonts w:ascii="Times New Roman" w:hAnsi="Times New Roman" w:cs="Times New Roman"/>
          <w:lang w:val="uk-UA"/>
        </w:rPr>
        <w:t xml:space="preserve"> та ДУ </w:t>
      </w:r>
      <w:r w:rsidR="00EE101B">
        <w:rPr>
          <w:rFonts w:ascii="Times New Roman" w:hAnsi="Times New Roman" w:cs="Times New Roman"/>
          <w:lang w:val="uk-UA"/>
        </w:rPr>
        <w:t>30</w:t>
      </w:r>
      <w:r>
        <w:rPr>
          <w:rFonts w:ascii="Times New Roman" w:hAnsi="Times New Roman" w:cs="Times New Roman"/>
          <w:lang w:val="uk-UA"/>
        </w:rPr>
        <w:t>.</w:t>
      </w:r>
      <w:r w:rsidR="00EB38D9">
        <w:rPr>
          <w:rFonts w:ascii="Times New Roman" w:hAnsi="Times New Roman" w:cs="Times New Roman"/>
          <w:lang w:val="uk-UA"/>
        </w:rPr>
        <w:t>0</w:t>
      </w:r>
      <w:r w:rsidR="00EE101B">
        <w:rPr>
          <w:rFonts w:ascii="Times New Roman" w:hAnsi="Times New Roman" w:cs="Times New Roman"/>
          <w:lang w:val="uk-UA"/>
        </w:rPr>
        <w:t>6</w:t>
      </w:r>
      <w:r>
        <w:rPr>
          <w:rFonts w:ascii="Times New Roman" w:hAnsi="Times New Roman" w:cs="Times New Roman"/>
          <w:lang w:val="uk-UA"/>
        </w:rPr>
        <w:t>.202</w:t>
      </w:r>
      <w:r w:rsidR="00EB38D9">
        <w:rPr>
          <w:rFonts w:ascii="Times New Roman" w:hAnsi="Times New Roman" w:cs="Times New Roman"/>
          <w:lang w:val="uk-UA"/>
        </w:rPr>
        <w:t>5</w:t>
      </w:r>
      <w:r>
        <w:rPr>
          <w:rFonts w:ascii="Times New Roman" w:hAnsi="Times New Roman" w:cs="Times New Roman"/>
          <w:lang w:val="uk-UA"/>
        </w:rPr>
        <w:t>р.</w:t>
      </w:r>
    </w:p>
    <w:p w14:paraId="4CD66884" w14:textId="36C9333D" w:rsidR="00825C65" w:rsidRPr="00F748E3" w:rsidRDefault="00825C65" w:rsidP="00866C9A">
      <w:pPr>
        <w:pStyle w:val="aa"/>
        <w:numPr>
          <w:ilvl w:val="0"/>
          <w:numId w:val="5"/>
        </w:numPr>
        <w:tabs>
          <w:tab w:val="left" w:pos="605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Усі поставки від 01.07.2025 вже мають відвантажуватись по новим узгодженим цінам.</w:t>
      </w:r>
    </w:p>
    <w:p w14:paraId="700435F4" w14:textId="77777777" w:rsidR="00866C9A" w:rsidRDefault="00866C9A" w:rsidP="00866C9A">
      <w:pPr>
        <w:tabs>
          <w:tab w:val="left" w:pos="6059"/>
        </w:tabs>
        <w:ind w:left="36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Cs/>
          <w:lang w:val="uk-UA"/>
        </w:rPr>
        <w:t>Контрактна особа зі сторони</w:t>
      </w:r>
      <w:r w:rsidRPr="00F748E3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ПРАТ «АБІНБЕВ ЕФЕС Україна» </w:t>
      </w:r>
      <w:r w:rsidRPr="00F748E3">
        <w:rPr>
          <w:rFonts w:ascii="Times New Roman" w:hAnsi="Times New Roman" w:cs="Times New Roman"/>
          <w:bCs/>
        </w:rPr>
        <w:br/>
      </w:r>
      <w:r>
        <w:rPr>
          <w:rFonts w:ascii="Times New Roman" w:hAnsi="Times New Roman" w:cs="Times New Roman"/>
          <w:b/>
          <w:lang w:val="uk-UA"/>
        </w:rPr>
        <w:t>Бондаренко Віталіна</w:t>
      </w:r>
    </w:p>
    <w:p w14:paraId="6C96D34D" w14:textId="77777777" w:rsidR="00866C9A" w:rsidRDefault="00866C9A" w:rsidP="00866C9A">
      <w:pPr>
        <w:tabs>
          <w:tab w:val="left" w:pos="6059"/>
        </w:tabs>
        <w:ind w:left="360"/>
        <w:rPr>
          <w:rStyle w:val="ab"/>
          <w:rFonts w:ascii="Arial" w:hAnsi="Arial" w:cs="Arial"/>
          <w:sz w:val="18"/>
          <w:szCs w:val="18"/>
          <w:lang w:val="fr-FR" w:eastAsia="ru-RU"/>
        </w:rPr>
      </w:pPr>
      <w:r>
        <w:rPr>
          <w:rFonts w:ascii="Times New Roman" w:hAnsi="Times New Roman" w:cs="Times New Roman"/>
          <w:b/>
          <w:lang w:val="uk-UA"/>
        </w:rPr>
        <w:t>+38 066 211 46 60</w:t>
      </w:r>
      <w:r w:rsidRPr="00F748E3">
        <w:rPr>
          <w:rFonts w:ascii="Times New Roman" w:hAnsi="Times New Roman" w:cs="Times New Roman"/>
          <w:b/>
        </w:rPr>
        <w:br/>
      </w:r>
      <w:hyperlink r:id="rId21" w:history="1">
        <w:r>
          <w:rPr>
            <w:rStyle w:val="ab"/>
            <w:rFonts w:ascii="Arial" w:hAnsi="Arial" w:cs="Arial"/>
            <w:sz w:val="18"/>
            <w:szCs w:val="18"/>
            <w:lang w:val="fr-FR" w:eastAsia="ru-RU"/>
          </w:rPr>
          <w:t>Vitalina.Bondarenko@abinbevefes.com</w:t>
        </w:r>
      </w:hyperlink>
    </w:p>
    <w:p w14:paraId="71352ABA" w14:textId="77777777" w:rsidR="00866C9A" w:rsidRDefault="00866C9A" w:rsidP="00866C9A">
      <w:pPr>
        <w:tabs>
          <w:tab w:val="left" w:pos="6059"/>
        </w:tabs>
        <w:ind w:left="360"/>
        <w:rPr>
          <w:rFonts w:ascii="Arial" w:hAnsi="Arial" w:cs="Arial"/>
          <w:sz w:val="18"/>
          <w:szCs w:val="18"/>
          <w:lang w:val="uk-UA" w:eastAsia="ru-RU"/>
        </w:rPr>
      </w:pPr>
    </w:p>
    <w:p w14:paraId="1FB52838" w14:textId="77777777" w:rsidR="00866C9A" w:rsidRDefault="00866C9A" w:rsidP="00866C9A">
      <w:pPr>
        <w:tabs>
          <w:tab w:val="left" w:pos="6059"/>
        </w:tabs>
        <w:ind w:left="360"/>
        <w:rPr>
          <w:rFonts w:ascii="Arial" w:hAnsi="Arial" w:cs="Arial"/>
          <w:sz w:val="18"/>
          <w:szCs w:val="18"/>
          <w:lang w:val="uk-UA" w:eastAsia="ru-RU"/>
        </w:rPr>
      </w:pPr>
    </w:p>
    <w:p w14:paraId="03D4AF8F" w14:textId="77777777" w:rsidR="00866C9A" w:rsidRDefault="00866C9A" w:rsidP="00866C9A">
      <w:pPr>
        <w:tabs>
          <w:tab w:val="left" w:pos="6059"/>
        </w:tabs>
        <w:ind w:left="360"/>
        <w:rPr>
          <w:rFonts w:ascii="Times New Roman" w:hAnsi="Times New Roman" w:cs="Times New Roman"/>
          <w:bCs/>
          <w:lang w:val="uk-UA"/>
        </w:rPr>
      </w:pPr>
      <w:r w:rsidRPr="00FC6998">
        <w:rPr>
          <w:rFonts w:ascii="Times New Roman" w:hAnsi="Times New Roman" w:cs="Times New Roman"/>
          <w:bCs/>
          <w:lang w:val="uk-UA"/>
        </w:rPr>
        <w:t xml:space="preserve">Контактна особа по підтримці зі сторони тендерної платформи </w:t>
      </w:r>
      <w:proofErr w:type="spellStart"/>
      <w:r w:rsidRPr="00FC6998">
        <w:rPr>
          <w:rFonts w:ascii="Times New Roman" w:hAnsi="Times New Roman" w:cs="Times New Roman"/>
          <w:bCs/>
          <w:lang w:val="uk-UA"/>
        </w:rPr>
        <w:t>Ariba</w:t>
      </w:r>
      <w:proofErr w:type="spellEnd"/>
    </w:p>
    <w:p w14:paraId="115FB1CE" w14:textId="77777777" w:rsidR="00866C9A" w:rsidRPr="002B434A" w:rsidRDefault="00866C9A" w:rsidP="00866C9A">
      <w:pPr>
        <w:tabs>
          <w:tab w:val="left" w:pos="6059"/>
        </w:tabs>
        <w:ind w:left="360"/>
        <w:rPr>
          <w:rFonts w:ascii="Times New Roman" w:hAnsi="Times New Roman" w:cs="Times New Roman"/>
          <w:b/>
          <w:lang w:val="en-US"/>
        </w:rPr>
      </w:pPr>
      <w:r w:rsidRPr="002B434A">
        <w:rPr>
          <w:rFonts w:ascii="Times New Roman" w:hAnsi="Times New Roman" w:cs="Times New Roman"/>
          <w:b/>
          <w:bCs/>
          <w:lang w:val="en-US"/>
        </w:rPr>
        <w:t>Roshko Oleksandr</w:t>
      </w:r>
      <w:r w:rsidRPr="002B434A">
        <w:rPr>
          <w:rFonts w:ascii="Times New Roman" w:hAnsi="Times New Roman" w:cs="Times New Roman"/>
          <w:b/>
          <w:lang w:val="en-US"/>
        </w:rPr>
        <w:t xml:space="preserve"> </w:t>
      </w:r>
    </w:p>
    <w:p w14:paraId="1F34EFCC" w14:textId="77777777" w:rsidR="00866C9A" w:rsidRPr="00365828" w:rsidRDefault="00866C9A" w:rsidP="00866C9A">
      <w:pPr>
        <w:tabs>
          <w:tab w:val="left" w:pos="6059"/>
        </w:tabs>
        <w:ind w:left="360"/>
        <w:rPr>
          <w:rFonts w:ascii="Times New Roman" w:hAnsi="Times New Roman" w:cs="Times New Roman"/>
          <w:b/>
          <w:lang w:val="uk-UA"/>
        </w:rPr>
      </w:pPr>
      <w:r w:rsidRPr="00365828">
        <w:rPr>
          <w:rFonts w:ascii="Times New Roman" w:hAnsi="Times New Roman" w:cs="Times New Roman"/>
          <w:b/>
          <w:lang w:val="uk-UA"/>
        </w:rPr>
        <w:t>+38</w:t>
      </w:r>
      <w:r>
        <w:rPr>
          <w:rFonts w:ascii="Times New Roman" w:hAnsi="Times New Roman" w:cs="Times New Roman"/>
          <w:b/>
          <w:lang w:val="uk-UA"/>
        </w:rPr>
        <w:t> </w:t>
      </w:r>
      <w:r w:rsidRPr="00365828">
        <w:rPr>
          <w:rFonts w:ascii="Times New Roman" w:hAnsi="Times New Roman" w:cs="Times New Roman"/>
          <w:b/>
          <w:lang w:val="uk-UA"/>
        </w:rPr>
        <w:t>0</w:t>
      </w:r>
      <w:r>
        <w:rPr>
          <w:rFonts w:ascii="Times New Roman" w:hAnsi="Times New Roman" w:cs="Times New Roman"/>
          <w:b/>
          <w:lang w:val="uk-UA"/>
        </w:rPr>
        <w:t>99 430 55 89</w:t>
      </w:r>
    </w:p>
    <w:p w14:paraId="4CE03548" w14:textId="77777777" w:rsidR="00866C9A" w:rsidRPr="002B434A" w:rsidRDefault="00790CFC" w:rsidP="00866C9A">
      <w:pPr>
        <w:tabs>
          <w:tab w:val="left" w:pos="6059"/>
        </w:tabs>
        <w:ind w:left="360"/>
        <w:rPr>
          <w:rFonts w:ascii="Arial" w:hAnsi="Arial" w:cs="Arial"/>
          <w:color w:val="0563C1" w:themeColor="hyperlink"/>
          <w:sz w:val="18"/>
          <w:szCs w:val="18"/>
          <w:u w:val="single"/>
          <w:lang w:val="en-US" w:eastAsia="ru-RU"/>
        </w:rPr>
      </w:pPr>
      <w:hyperlink r:id="rId22" w:history="1">
        <w:r w:rsidR="00866C9A" w:rsidRPr="002B434A">
          <w:rPr>
            <w:rStyle w:val="ab"/>
            <w:rFonts w:ascii="Arial" w:hAnsi="Arial" w:cs="Arial"/>
            <w:sz w:val="18"/>
            <w:szCs w:val="18"/>
            <w:lang w:val="en-US" w:eastAsia="ru-RU"/>
          </w:rPr>
          <w:t>Oleksandr.Roshko@abinbevefes.com</w:t>
        </w:r>
      </w:hyperlink>
    </w:p>
    <w:p w14:paraId="5068F2A2" w14:textId="77777777" w:rsidR="00866C9A" w:rsidRPr="008B1AA9" w:rsidRDefault="00866C9A" w:rsidP="00866C9A">
      <w:pPr>
        <w:tabs>
          <w:tab w:val="left" w:pos="6059"/>
        </w:tabs>
        <w:ind w:left="360"/>
        <w:rPr>
          <w:rStyle w:val="ab"/>
          <w:rFonts w:ascii="Arial" w:hAnsi="Arial" w:cs="Arial"/>
          <w:sz w:val="18"/>
          <w:szCs w:val="18"/>
          <w:lang w:val="en-US" w:eastAsia="ru-RU"/>
        </w:rPr>
      </w:pPr>
    </w:p>
    <w:p w14:paraId="655DCE0D" w14:textId="77777777" w:rsidR="00C041EE" w:rsidRPr="00866C9A" w:rsidRDefault="00C041EE" w:rsidP="00866C9A">
      <w:pPr>
        <w:tabs>
          <w:tab w:val="left" w:pos="6059"/>
        </w:tabs>
        <w:rPr>
          <w:rStyle w:val="ab"/>
          <w:rFonts w:ascii="Arial" w:hAnsi="Arial" w:cs="Arial"/>
          <w:sz w:val="18"/>
          <w:szCs w:val="18"/>
          <w:lang w:val="en-US" w:eastAsia="ru-RU"/>
        </w:rPr>
      </w:pPr>
    </w:p>
    <w:sectPr w:rsidR="00C041EE" w:rsidRPr="00866C9A" w:rsidSect="00F95767">
      <w:headerReference w:type="default" r:id="rId23"/>
      <w:footerReference w:type="default" r:id="rId24"/>
      <w:pgSz w:w="11906" w:h="16838"/>
      <w:pgMar w:top="1134" w:right="1274" w:bottom="266" w:left="426" w:header="6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0C545" w14:textId="77777777" w:rsidR="00DA6637" w:rsidRDefault="00DA6637" w:rsidP="00C97D0F">
      <w:pPr>
        <w:spacing w:after="0" w:line="240" w:lineRule="auto"/>
      </w:pPr>
      <w:r>
        <w:separator/>
      </w:r>
    </w:p>
  </w:endnote>
  <w:endnote w:type="continuationSeparator" w:id="0">
    <w:p w14:paraId="5B39CBBA" w14:textId="77777777" w:rsidR="00DA6637" w:rsidRDefault="00DA6637" w:rsidP="00C97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AFDB" w14:textId="77777777" w:rsidR="00C97D0F" w:rsidRPr="00B352F9" w:rsidRDefault="00C97D0F" w:rsidP="008F342F">
    <w:pPr>
      <w:pStyle w:val="a5"/>
      <w:ind w:left="284"/>
      <w:rPr>
        <w:rFonts w:ascii="Arial" w:hAnsi="Arial" w:cs="Arial"/>
      </w:rPr>
    </w:pPr>
  </w:p>
  <w:p w14:paraId="50EF3CE6" w14:textId="77777777" w:rsidR="00C97D0F" w:rsidRPr="00B352F9" w:rsidRDefault="006B4A8C" w:rsidP="002B5AFE">
    <w:pPr>
      <w:pStyle w:val="a5"/>
      <w:ind w:left="-1701" w:firstLine="1881"/>
      <w:rPr>
        <w:rFonts w:ascii="Arial" w:hAnsi="Arial" w:cs="Arial"/>
        <w:color w:val="D82828"/>
        <w:sz w:val="24"/>
        <w:szCs w:val="24"/>
      </w:rPr>
    </w:pPr>
    <w:r>
      <w:rPr>
        <w:rFonts w:ascii="Arial" w:eastAsia="Times New Roman" w:hAnsi="Arial" w:cs="Arial"/>
        <w:b/>
        <w:color w:val="D82828"/>
        <w:sz w:val="24"/>
        <w:szCs w:val="24"/>
        <w:lang w:val="en-US" w:eastAsia="ru-RU"/>
      </w:rPr>
      <w:t>abinbevefes.com</w:t>
    </w:r>
    <w:r w:rsidR="004A0B04">
      <w:rPr>
        <w:rFonts w:ascii="Arial" w:eastAsia="Times New Roman" w:hAnsi="Arial" w:cs="Arial"/>
        <w:b/>
        <w:noProof/>
        <w:color w:val="D82828"/>
        <w:sz w:val="24"/>
        <w:szCs w:val="24"/>
        <w:lang w:val="en-US"/>
      </w:rPr>
      <w:drawing>
        <wp:inline distT="0" distB="0" distL="0" distR="0" wp14:anchorId="67E4DC34" wp14:editId="51E0A64F">
          <wp:extent cx="8617789" cy="208633"/>
          <wp:effectExtent l="0" t="0" r="0" b="1270"/>
          <wp:docPr id="3" name="Рисунок 1" descr="C:\Users\AAlekseev\Desktop\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ekseev\Desktop\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8895" cy="22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C3EAB" w14:textId="77777777" w:rsidR="00DA6637" w:rsidRDefault="00DA6637" w:rsidP="00C97D0F">
      <w:pPr>
        <w:spacing w:after="0" w:line="240" w:lineRule="auto"/>
      </w:pPr>
      <w:r>
        <w:separator/>
      </w:r>
    </w:p>
  </w:footnote>
  <w:footnote w:type="continuationSeparator" w:id="0">
    <w:p w14:paraId="1314D492" w14:textId="77777777" w:rsidR="00DA6637" w:rsidRDefault="00DA6637" w:rsidP="00C97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DCE1C" w14:textId="3FB2F69E" w:rsidR="00C97D0F" w:rsidRPr="00B352F9" w:rsidRDefault="00C97D0F" w:rsidP="008F342F">
    <w:pPr>
      <w:pStyle w:val="a3"/>
      <w:ind w:left="-567"/>
      <w:rPr>
        <w:rFonts w:ascii="Arial" w:hAnsi="Arial" w:cs="Arial"/>
        <w:sz w:val="20"/>
        <w:szCs w:val="20"/>
      </w:rPr>
    </w:pPr>
  </w:p>
  <w:p w14:paraId="12890408" w14:textId="77777777" w:rsidR="00B112AA" w:rsidRPr="00B352F9" w:rsidRDefault="00B112AA" w:rsidP="00C97D0F">
    <w:pPr>
      <w:pStyle w:val="a3"/>
      <w:tabs>
        <w:tab w:val="left" w:pos="284"/>
      </w:tabs>
      <w:rPr>
        <w:rFonts w:ascii="Arial" w:hAnsi="Arial" w:cs="Arial"/>
        <w:color w:val="CDC3BB"/>
        <w:sz w:val="20"/>
        <w:szCs w:val="20"/>
      </w:rPr>
    </w:pPr>
  </w:p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2"/>
      <w:gridCol w:w="4673"/>
    </w:tblGrid>
    <w:tr w:rsidR="00100D41" w:rsidRPr="00100D41" w14:paraId="37364FBE" w14:textId="77777777" w:rsidTr="00B112AA">
      <w:tc>
        <w:tcPr>
          <w:tcW w:w="4672" w:type="dxa"/>
        </w:tcPr>
        <w:p w14:paraId="5141212C" w14:textId="77777777" w:rsidR="00100D41" w:rsidRPr="00100D41" w:rsidRDefault="00100D41" w:rsidP="00100D41">
          <w:pPr>
            <w:pStyle w:val="a3"/>
            <w:tabs>
              <w:tab w:val="left" w:pos="284"/>
            </w:tabs>
            <w:ind w:left="-111" w:firstLine="111"/>
            <w:rPr>
              <w:rFonts w:ascii="Times New Roman" w:eastAsia="Times New Roman" w:hAnsi="Times New Roman" w:cs="Times New Roman"/>
              <w:lang w:val="uk-UA" w:eastAsia="ru-RU"/>
            </w:rPr>
          </w:pPr>
          <w:r w:rsidRPr="00100D41">
            <w:rPr>
              <w:rFonts w:ascii="Times New Roman" w:eastAsia="Times New Roman" w:hAnsi="Times New Roman" w:cs="Times New Roman"/>
              <w:lang w:val="uk-UA" w:eastAsia="ru-RU"/>
            </w:rPr>
            <w:t>ПРАТ “АБІНБЕВ ЕФЕС УКРАЇНА”</w:t>
          </w:r>
        </w:p>
        <w:p w14:paraId="4AA263E2" w14:textId="77777777" w:rsidR="00100D41" w:rsidRPr="003D4D36" w:rsidRDefault="00100D41" w:rsidP="00100D41">
          <w:pPr>
            <w:keepNext/>
            <w:keepLines/>
            <w:suppressLineNumbers/>
            <w:suppressAutoHyphens/>
            <w:rPr>
              <w:rFonts w:ascii="Times New Roman" w:eastAsia="Times New Roman" w:hAnsi="Times New Roman" w:cs="Times New Roman"/>
              <w:lang w:val="uk-UA" w:eastAsia="ru-RU"/>
            </w:rPr>
          </w:pPr>
          <w:r w:rsidRPr="003D4D36">
            <w:rPr>
              <w:rFonts w:ascii="Times New Roman" w:eastAsia="Times New Roman" w:hAnsi="Times New Roman" w:cs="Times New Roman"/>
              <w:lang w:val="uk-UA" w:eastAsia="ru-RU"/>
            </w:rPr>
            <w:t>вул. Фізкул</w:t>
          </w:r>
          <w:r>
            <w:rPr>
              <w:rFonts w:ascii="Times New Roman" w:eastAsia="Times New Roman" w:hAnsi="Times New Roman" w:cs="Times New Roman"/>
              <w:lang w:val="uk-UA" w:eastAsia="ru-RU"/>
            </w:rPr>
            <w:t>ьтури, 30-В, Київ, Україна, 0315</w:t>
          </w:r>
          <w:r w:rsidRPr="003D4D36">
            <w:rPr>
              <w:rFonts w:ascii="Times New Roman" w:eastAsia="Times New Roman" w:hAnsi="Times New Roman" w:cs="Times New Roman"/>
              <w:lang w:val="uk-UA" w:eastAsia="ru-RU"/>
            </w:rPr>
            <w:t>0</w:t>
          </w:r>
        </w:p>
        <w:p w14:paraId="52740D4E" w14:textId="0CA8421A" w:rsidR="00100D41" w:rsidRPr="00100D41" w:rsidRDefault="00100D41" w:rsidP="00100D41">
          <w:pPr>
            <w:pStyle w:val="a3"/>
            <w:tabs>
              <w:tab w:val="left" w:pos="284"/>
            </w:tabs>
            <w:ind w:left="-111" w:firstLine="111"/>
            <w:rPr>
              <w:rFonts w:ascii="Times New Roman" w:eastAsia="Times New Roman" w:hAnsi="Times New Roman" w:cs="Times New Roman"/>
              <w:lang w:val="uk-UA" w:eastAsia="ru-RU"/>
            </w:rPr>
          </w:pPr>
          <w:r w:rsidRPr="00100D41">
            <w:rPr>
              <w:rFonts w:ascii="Times New Roman" w:eastAsia="Times New Roman" w:hAnsi="Times New Roman" w:cs="Times New Roman"/>
              <w:lang w:val="uk-UA" w:eastAsia="ru-RU"/>
            </w:rPr>
            <w:t>+38(066) 211 46 60</w:t>
          </w:r>
        </w:p>
      </w:tc>
      <w:tc>
        <w:tcPr>
          <w:tcW w:w="4673" w:type="dxa"/>
        </w:tcPr>
        <w:p w14:paraId="214895D7" w14:textId="77777777" w:rsidR="00100D41" w:rsidRPr="00100D41" w:rsidRDefault="00100D41" w:rsidP="00100D41">
          <w:pPr>
            <w:pStyle w:val="a3"/>
            <w:tabs>
              <w:tab w:val="left" w:pos="284"/>
            </w:tabs>
            <w:ind w:left="2124"/>
            <w:rPr>
              <w:rFonts w:ascii="Times New Roman" w:eastAsia="Times New Roman" w:hAnsi="Times New Roman" w:cs="Times New Roman"/>
              <w:lang w:val="uk-UA" w:eastAsia="ru-RU"/>
            </w:rPr>
          </w:pPr>
        </w:p>
        <w:p w14:paraId="09A7B28B" w14:textId="77777777" w:rsidR="00100D41" w:rsidRPr="00100D41" w:rsidRDefault="00100D41" w:rsidP="00100D41">
          <w:pPr>
            <w:pStyle w:val="a3"/>
            <w:tabs>
              <w:tab w:val="left" w:pos="284"/>
            </w:tabs>
            <w:ind w:left="2124"/>
            <w:rPr>
              <w:rFonts w:ascii="Times New Roman" w:eastAsia="Times New Roman" w:hAnsi="Times New Roman" w:cs="Times New Roman"/>
              <w:lang w:val="uk-UA" w:eastAsia="ru-RU"/>
            </w:rPr>
          </w:pPr>
        </w:p>
        <w:p w14:paraId="234ADA70" w14:textId="77777777" w:rsidR="00100D41" w:rsidRPr="00100D41" w:rsidRDefault="00100D41" w:rsidP="00100D41">
          <w:pPr>
            <w:pStyle w:val="a3"/>
            <w:tabs>
              <w:tab w:val="left" w:pos="284"/>
            </w:tabs>
            <w:ind w:left="2124"/>
            <w:rPr>
              <w:rFonts w:ascii="Times New Roman" w:eastAsia="Times New Roman" w:hAnsi="Times New Roman" w:cs="Times New Roman"/>
              <w:lang w:val="uk-UA" w:eastAsia="ru-RU"/>
            </w:rPr>
          </w:pPr>
        </w:p>
        <w:p w14:paraId="492F50A9" w14:textId="01793DF7" w:rsidR="00100D41" w:rsidRPr="00100D41" w:rsidRDefault="00100D41" w:rsidP="00100D41">
          <w:pPr>
            <w:pStyle w:val="a3"/>
            <w:tabs>
              <w:tab w:val="left" w:pos="284"/>
            </w:tabs>
            <w:ind w:left="2124"/>
            <w:rPr>
              <w:rFonts w:ascii="Times New Roman" w:eastAsia="Times New Roman" w:hAnsi="Times New Roman" w:cs="Times New Roman"/>
              <w:lang w:val="uk-UA" w:eastAsia="ru-RU"/>
            </w:rPr>
          </w:pPr>
        </w:p>
      </w:tc>
    </w:tr>
  </w:tbl>
  <w:p w14:paraId="399DF887" w14:textId="4FABD1E8" w:rsidR="00C97D0F" w:rsidRPr="00100D41" w:rsidRDefault="00100D41" w:rsidP="00C97D0F">
    <w:pPr>
      <w:pStyle w:val="a3"/>
      <w:tabs>
        <w:tab w:val="left" w:pos="284"/>
      </w:tabs>
      <w:rPr>
        <w:rFonts w:ascii="Times New Roman" w:eastAsia="Times New Roman" w:hAnsi="Times New Roman" w:cs="Times New Roman"/>
        <w:lang w:val="uk-UA" w:eastAsia="ru-RU"/>
      </w:rPr>
    </w:pPr>
    <w:r w:rsidRPr="00100D41">
      <w:rPr>
        <w:rFonts w:ascii="Times New Roman" w:eastAsia="Times New Roman" w:hAnsi="Times New Roman" w:cs="Times New Roman"/>
        <w:noProof/>
        <w:lang w:val="uk-UA" w:eastAsia="ru-RU"/>
      </w:rPr>
      <w:drawing>
        <wp:anchor distT="0" distB="0" distL="114300" distR="114300" simplePos="0" relativeHeight="251658240" behindDoc="0" locked="0" layoutInCell="1" allowOverlap="1" wp14:anchorId="21A4BA4F" wp14:editId="29FE897B">
          <wp:simplePos x="0" y="0"/>
          <wp:positionH relativeFrom="margin">
            <wp:posOffset>-3810</wp:posOffset>
          </wp:positionH>
          <wp:positionV relativeFrom="paragraph">
            <wp:posOffset>-1504950</wp:posOffset>
          </wp:positionV>
          <wp:extent cx="2482850" cy="1339850"/>
          <wp:effectExtent l="0" t="0" r="0" b="0"/>
          <wp:wrapNone/>
          <wp:docPr id="2" name="Рисунок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hubinks\AppData\Local\Microsoft\Windows\Temporary Internet Files\Content.Word\ABInBev_Logo_Digital_RGB_EE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83671" cy="1340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33C24"/>
    <w:multiLevelType w:val="hybridMultilevel"/>
    <w:tmpl w:val="F5125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E4705"/>
    <w:multiLevelType w:val="hybridMultilevel"/>
    <w:tmpl w:val="A852C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A1D22"/>
    <w:multiLevelType w:val="hybridMultilevel"/>
    <w:tmpl w:val="D428C1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1073A"/>
    <w:multiLevelType w:val="hybridMultilevel"/>
    <w:tmpl w:val="7A7A07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4681A"/>
    <w:multiLevelType w:val="hybridMultilevel"/>
    <w:tmpl w:val="FFD2C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028C2"/>
    <w:multiLevelType w:val="hybridMultilevel"/>
    <w:tmpl w:val="A8A08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9564804">
    <w:abstractNumId w:val="5"/>
  </w:num>
  <w:num w:numId="2" w16cid:durableId="494803886">
    <w:abstractNumId w:val="1"/>
  </w:num>
  <w:num w:numId="3" w16cid:durableId="1285230142">
    <w:abstractNumId w:val="4"/>
  </w:num>
  <w:num w:numId="4" w16cid:durableId="405764263">
    <w:abstractNumId w:val="2"/>
  </w:num>
  <w:num w:numId="5" w16cid:durableId="1472212640">
    <w:abstractNumId w:val="3"/>
  </w:num>
  <w:num w:numId="6" w16cid:durableId="1957638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2F"/>
    <w:rsid w:val="000016E7"/>
    <w:rsid w:val="00020B41"/>
    <w:rsid w:val="000213FC"/>
    <w:rsid w:val="00027189"/>
    <w:rsid w:val="00027586"/>
    <w:rsid w:val="0005623A"/>
    <w:rsid w:val="00061204"/>
    <w:rsid w:val="00073DB7"/>
    <w:rsid w:val="00080C9C"/>
    <w:rsid w:val="00084066"/>
    <w:rsid w:val="00097B79"/>
    <w:rsid w:val="000A0832"/>
    <w:rsid w:val="000A1425"/>
    <w:rsid w:val="000B0561"/>
    <w:rsid w:val="000B1007"/>
    <w:rsid w:val="000B1C20"/>
    <w:rsid w:val="000B431B"/>
    <w:rsid w:val="000B56E2"/>
    <w:rsid w:val="000D3A8C"/>
    <w:rsid w:val="000F22E7"/>
    <w:rsid w:val="000F3519"/>
    <w:rsid w:val="00100D41"/>
    <w:rsid w:val="0011587E"/>
    <w:rsid w:val="001206FD"/>
    <w:rsid w:val="001275D7"/>
    <w:rsid w:val="001278E5"/>
    <w:rsid w:val="0013310D"/>
    <w:rsid w:val="00172947"/>
    <w:rsid w:val="00181A4D"/>
    <w:rsid w:val="001828A0"/>
    <w:rsid w:val="00182968"/>
    <w:rsid w:val="001B3EAE"/>
    <w:rsid w:val="001C256C"/>
    <w:rsid w:val="001F00E8"/>
    <w:rsid w:val="001F2B9D"/>
    <w:rsid w:val="002026A8"/>
    <w:rsid w:val="0023710A"/>
    <w:rsid w:val="00247C6D"/>
    <w:rsid w:val="0025512B"/>
    <w:rsid w:val="0026050F"/>
    <w:rsid w:val="00264551"/>
    <w:rsid w:val="00265CA1"/>
    <w:rsid w:val="00270953"/>
    <w:rsid w:val="002921D6"/>
    <w:rsid w:val="002A0F36"/>
    <w:rsid w:val="002A567B"/>
    <w:rsid w:val="002B322C"/>
    <w:rsid w:val="002B36D1"/>
    <w:rsid w:val="002B5AFE"/>
    <w:rsid w:val="002B7961"/>
    <w:rsid w:val="002B7BAA"/>
    <w:rsid w:val="002D10BF"/>
    <w:rsid w:val="002D154E"/>
    <w:rsid w:val="002D508A"/>
    <w:rsid w:val="002F5A96"/>
    <w:rsid w:val="002F60F0"/>
    <w:rsid w:val="003269A7"/>
    <w:rsid w:val="0034240F"/>
    <w:rsid w:val="00342AA4"/>
    <w:rsid w:val="003445CF"/>
    <w:rsid w:val="003518A9"/>
    <w:rsid w:val="00365828"/>
    <w:rsid w:val="003770A4"/>
    <w:rsid w:val="0038013F"/>
    <w:rsid w:val="00381B0D"/>
    <w:rsid w:val="0038366F"/>
    <w:rsid w:val="003904E1"/>
    <w:rsid w:val="003A112B"/>
    <w:rsid w:val="003B6491"/>
    <w:rsid w:val="003C3D8F"/>
    <w:rsid w:val="003C7614"/>
    <w:rsid w:val="003D0895"/>
    <w:rsid w:val="003D2BAE"/>
    <w:rsid w:val="003E0283"/>
    <w:rsid w:val="003F2EB8"/>
    <w:rsid w:val="00421E76"/>
    <w:rsid w:val="004427D7"/>
    <w:rsid w:val="00454A34"/>
    <w:rsid w:val="004606D5"/>
    <w:rsid w:val="00464D98"/>
    <w:rsid w:val="0047054F"/>
    <w:rsid w:val="00485613"/>
    <w:rsid w:val="0049597E"/>
    <w:rsid w:val="004A0B04"/>
    <w:rsid w:val="004A3BC7"/>
    <w:rsid w:val="004B613C"/>
    <w:rsid w:val="004C62D2"/>
    <w:rsid w:val="004F3CEC"/>
    <w:rsid w:val="004F5826"/>
    <w:rsid w:val="005003C9"/>
    <w:rsid w:val="00503EE2"/>
    <w:rsid w:val="00505D8F"/>
    <w:rsid w:val="00534F88"/>
    <w:rsid w:val="00554383"/>
    <w:rsid w:val="005826D1"/>
    <w:rsid w:val="00583E42"/>
    <w:rsid w:val="005854BA"/>
    <w:rsid w:val="00590242"/>
    <w:rsid w:val="00597CA9"/>
    <w:rsid w:val="005A0972"/>
    <w:rsid w:val="005A1A10"/>
    <w:rsid w:val="005A7169"/>
    <w:rsid w:val="005C2AD0"/>
    <w:rsid w:val="005C65EF"/>
    <w:rsid w:val="005D268B"/>
    <w:rsid w:val="005E5C95"/>
    <w:rsid w:val="005F08D8"/>
    <w:rsid w:val="00605CE0"/>
    <w:rsid w:val="0061038A"/>
    <w:rsid w:val="00610F0D"/>
    <w:rsid w:val="00626771"/>
    <w:rsid w:val="00646529"/>
    <w:rsid w:val="00654290"/>
    <w:rsid w:val="006653BA"/>
    <w:rsid w:val="00673C42"/>
    <w:rsid w:val="006A6369"/>
    <w:rsid w:val="006B1999"/>
    <w:rsid w:val="006B37E3"/>
    <w:rsid w:val="006B4A8C"/>
    <w:rsid w:val="006B72BF"/>
    <w:rsid w:val="006D5FD1"/>
    <w:rsid w:val="006D661B"/>
    <w:rsid w:val="006F5D3F"/>
    <w:rsid w:val="00712141"/>
    <w:rsid w:val="0071680C"/>
    <w:rsid w:val="00731818"/>
    <w:rsid w:val="00735ADE"/>
    <w:rsid w:val="00740D0A"/>
    <w:rsid w:val="007443D9"/>
    <w:rsid w:val="007464CE"/>
    <w:rsid w:val="0075267E"/>
    <w:rsid w:val="00762145"/>
    <w:rsid w:val="00766DEB"/>
    <w:rsid w:val="00784C2C"/>
    <w:rsid w:val="00790CFC"/>
    <w:rsid w:val="00792011"/>
    <w:rsid w:val="007A2512"/>
    <w:rsid w:val="007A7467"/>
    <w:rsid w:val="007B010E"/>
    <w:rsid w:val="007B241C"/>
    <w:rsid w:val="007C112E"/>
    <w:rsid w:val="007C6510"/>
    <w:rsid w:val="007D63F6"/>
    <w:rsid w:val="007F0706"/>
    <w:rsid w:val="008022C8"/>
    <w:rsid w:val="00810EB7"/>
    <w:rsid w:val="00817CA5"/>
    <w:rsid w:val="0082204B"/>
    <w:rsid w:val="00825C65"/>
    <w:rsid w:val="00841612"/>
    <w:rsid w:val="008553FF"/>
    <w:rsid w:val="00866C9A"/>
    <w:rsid w:val="00867C0B"/>
    <w:rsid w:val="008731E8"/>
    <w:rsid w:val="0088633F"/>
    <w:rsid w:val="00897226"/>
    <w:rsid w:val="008A566B"/>
    <w:rsid w:val="008A5878"/>
    <w:rsid w:val="008A5DC4"/>
    <w:rsid w:val="008B3A9E"/>
    <w:rsid w:val="008D066A"/>
    <w:rsid w:val="008E3B7F"/>
    <w:rsid w:val="008F1566"/>
    <w:rsid w:val="008F342F"/>
    <w:rsid w:val="008F36ED"/>
    <w:rsid w:val="008F50FF"/>
    <w:rsid w:val="00912A64"/>
    <w:rsid w:val="00912DF0"/>
    <w:rsid w:val="00915918"/>
    <w:rsid w:val="00921F4E"/>
    <w:rsid w:val="00927920"/>
    <w:rsid w:val="00930B4B"/>
    <w:rsid w:val="00931481"/>
    <w:rsid w:val="00944D48"/>
    <w:rsid w:val="009642BF"/>
    <w:rsid w:val="00966968"/>
    <w:rsid w:val="00991DE0"/>
    <w:rsid w:val="009967B8"/>
    <w:rsid w:val="009B1ED6"/>
    <w:rsid w:val="009B4DEA"/>
    <w:rsid w:val="009D1FFC"/>
    <w:rsid w:val="009D5306"/>
    <w:rsid w:val="009E1438"/>
    <w:rsid w:val="009E6000"/>
    <w:rsid w:val="009F1232"/>
    <w:rsid w:val="009F3E35"/>
    <w:rsid w:val="009F5A92"/>
    <w:rsid w:val="00A0284A"/>
    <w:rsid w:val="00A10445"/>
    <w:rsid w:val="00A112D7"/>
    <w:rsid w:val="00A26384"/>
    <w:rsid w:val="00A265D7"/>
    <w:rsid w:val="00A41FE0"/>
    <w:rsid w:val="00A515A0"/>
    <w:rsid w:val="00A52987"/>
    <w:rsid w:val="00A62768"/>
    <w:rsid w:val="00A7176C"/>
    <w:rsid w:val="00A83E5B"/>
    <w:rsid w:val="00A87AA8"/>
    <w:rsid w:val="00AA09BB"/>
    <w:rsid w:val="00AA25F2"/>
    <w:rsid w:val="00AC1A68"/>
    <w:rsid w:val="00AD71A1"/>
    <w:rsid w:val="00AD79BC"/>
    <w:rsid w:val="00AE50D4"/>
    <w:rsid w:val="00AF650D"/>
    <w:rsid w:val="00AF772F"/>
    <w:rsid w:val="00B07230"/>
    <w:rsid w:val="00B112AA"/>
    <w:rsid w:val="00B1566D"/>
    <w:rsid w:val="00B16573"/>
    <w:rsid w:val="00B2000C"/>
    <w:rsid w:val="00B31577"/>
    <w:rsid w:val="00B352F9"/>
    <w:rsid w:val="00B3757A"/>
    <w:rsid w:val="00B447BA"/>
    <w:rsid w:val="00B450FA"/>
    <w:rsid w:val="00B531F9"/>
    <w:rsid w:val="00B53514"/>
    <w:rsid w:val="00B909BA"/>
    <w:rsid w:val="00B944AC"/>
    <w:rsid w:val="00BA4CD4"/>
    <w:rsid w:val="00BA6D42"/>
    <w:rsid w:val="00BC27A9"/>
    <w:rsid w:val="00C041EE"/>
    <w:rsid w:val="00C11A3D"/>
    <w:rsid w:val="00C2265B"/>
    <w:rsid w:val="00C279C1"/>
    <w:rsid w:val="00C61D25"/>
    <w:rsid w:val="00C6649E"/>
    <w:rsid w:val="00C6690C"/>
    <w:rsid w:val="00C70F53"/>
    <w:rsid w:val="00C9040F"/>
    <w:rsid w:val="00C94C05"/>
    <w:rsid w:val="00C97D0F"/>
    <w:rsid w:val="00CC0A5B"/>
    <w:rsid w:val="00CC3CE6"/>
    <w:rsid w:val="00CD0EF4"/>
    <w:rsid w:val="00CF111B"/>
    <w:rsid w:val="00CF3D5C"/>
    <w:rsid w:val="00D10020"/>
    <w:rsid w:val="00D13B70"/>
    <w:rsid w:val="00D14000"/>
    <w:rsid w:val="00D1489E"/>
    <w:rsid w:val="00D15F08"/>
    <w:rsid w:val="00D2499D"/>
    <w:rsid w:val="00D24F41"/>
    <w:rsid w:val="00D32E6A"/>
    <w:rsid w:val="00D3746F"/>
    <w:rsid w:val="00D44C47"/>
    <w:rsid w:val="00D577F7"/>
    <w:rsid w:val="00D57F17"/>
    <w:rsid w:val="00D82A4C"/>
    <w:rsid w:val="00D904A8"/>
    <w:rsid w:val="00D976EE"/>
    <w:rsid w:val="00DA6637"/>
    <w:rsid w:val="00DB0695"/>
    <w:rsid w:val="00DB5A39"/>
    <w:rsid w:val="00DD773A"/>
    <w:rsid w:val="00DE68F9"/>
    <w:rsid w:val="00DE7B76"/>
    <w:rsid w:val="00DF3E52"/>
    <w:rsid w:val="00E07335"/>
    <w:rsid w:val="00E111C9"/>
    <w:rsid w:val="00E3570C"/>
    <w:rsid w:val="00E3733F"/>
    <w:rsid w:val="00E402C1"/>
    <w:rsid w:val="00E505F8"/>
    <w:rsid w:val="00E5208D"/>
    <w:rsid w:val="00E535A4"/>
    <w:rsid w:val="00E60B0C"/>
    <w:rsid w:val="00E60D49"/>
    <w:rsid w:val="00E66955"/>
    <w:rsid w:val="00E73418"/>
    <w:rsid w:val="00E82C5A"/>
    <w:rsid w:val="00E84E77"/>
    <w:rsid w:val="00E86384"/>
    <w:rsid w:val="00EB38D9"/>
    <w:rsid w:val="00ED3104"/>
    <w:rsid w:val="00EE101B"/>
    <w:rsid w:val="00EF6015"/>
    <w:rsid w:val="00F04CB1"/>
    <w:rsid w:val="00F0762B"/>
    <w:rsid w:val="00F25C39"/>
    <w:rsid w:val="00F3001E"/>
    <w:rsid w:val="00F35909"/>
    <w:rsid w:val="00F42484"/>
    <w:rsid w:val="00F53C87"/>
    <w:rsid w:val="00F546EA"/>
    <w:rsid w:val="00F56E68"/>
    <w:rsid w:val="00F65FFE"/>
    <w:rsid w:val="00F721D4"/>
    <w:rsid w:val="00F748E3"/>
    <w:rsid w:val="00F76D05"/>
    <w:rsid w:val="00F821E8"/>
    <w:rsid w:val="00F83360"/>
    <w:rsid w:val="00F83F06"/>
    <w:rsid w:val="00F866CA"/>
    <w:rsid w:val="00F95767"/>
    <w:rsid w:val="00F959F5"/>
    <w:rsid w:val="00FC0EDC"/>
    <w:rsid w:val="00FC2E0D"/>
    <w:rsid w:val="00FC5C08"/>
    <w:rsid w:val="00FC6998"/>
    <w:rsid w:val="00FC725F"/>
    <w:rsid w:val="00FD4C1B"/>
    <w:rsid w:val="00FE300D"/>
    <w:rsid w:val="00FE5D18"/>
    <w:rsid w:val="00FE7596"/>
    <w:rsid w:val="00FF1655"/>
    <w:rsid w:val="00FF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C3C84"/>
  <w15:docId w15:val="{D145F90C-5140-46A8-B0F7-05C9E2D8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7D0F"/>
  </w:style>
  <w:style w:type="paragraph" w:styleId="a5">
    <w:name w:val="footer"/>
    <w:basedOn w:val="a"/>
    <w:link w:val="a6"/>
    <w:uiPriority w:val="99"/>
    <w:unhideWhenUsed/>
    <w:rsid w:val="00C97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7D0F"/>
  </w:style>
  <w:style w:type="table" w:styleId="a7">
    <w:name w:val="Table Grid"/>
    <w:basedOn w:val="a1"/>
    <w:uiPriority w:val="39"/>
    <w:rsid w:val="00B11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">
    <w:name w:val="Arial"/>
    <w:basedOn w:val="a"/>
    <w:link w:val="Arial0"/>
    <w:qFormat/>
    <w:rsid w:val="000F22E7"/>
    <w:rPr>
      <w:rFonts w:ascii="Arial" w:hAnsi="Arial" w:cs="Arial"/>
    </w:rPr>
  </w:style>
  <w:style w:type="character" w:customStyle="1" w:styleId="Arial0">
    <w:name w:val="Arial Знак"/>
    <w:basedOn w:val="a0"/>
    <w:link w:val="Arial"/>
    <w:rsid w:val="000F22E7"/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89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22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112D7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909BA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9F1232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9F1232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00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00D41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100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0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package" Target="embeddings/Microsoft_Word_Document3.docx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Vitalina.Bondarenko@abinbevefes.com" TargetMode="Externa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openxmlformats.org/officeDocument/2006/relationships/image" Target="media/image4.e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2.docx"/><Relationship Id="rId20" Type="http://schemas.openxmlformats.org/officeDocument/2006/relationships/package" Target="embeddings/Microsoft_Word_Document4.docx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1.docx"/><Relationship Id="rId22" Type="http://schemas.openxmlformats.org/officeDocument/2006/relationships/hyperlink" Target="mailto:Oleksandr.Roshko@abinbevefes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rkarom\Desktop\Folder\&#1050;&#1086;&#1088;&#1086;&#1087;&#1086;&#1088;&#1072;&#1090;&#1080;&#1074;&#1085;&#1072;&#1103;%20&#1072;&#1081;&#1076;&#1077;&#1085;&#1090;&#1080;&#1082;&#1072;\Template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9ED3B5BB22584B9F9E42C911967067" ma:contentTypeVersion="4" ma:contentTypeDescription="Create a new document." ma:contentTypeScope="" ma:versionID="3b26114d6ac0506bf8755e07beab7adb">
  <xsd:schema xmlns:xsd="http://www.w3.org/2001/XMLSchema" xmlns:xs="http://www.w3.org/2001/XMLSchema" xmlns:p="http://schemas.microsoft.com/office/2006/metadata/properties" xmlns:ns2="4706c221-f81b-4288-a361-f7cdf1dfa64b" targetNamespace="http://schemas.microsoft.com/office/2006/metadata/properties" ma:root="true" ma:fieldsID="fc4105278cf6b6bbe6d87ac405b7005a" ns2:_="">
    <xsd:import namespace="4706c221-f81b-4288-a361-f7cdf1df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6c221-f81b-4288-a361-f7cdf1dfa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A03BF-C722-4EC5-8453-131A260FB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06c221-f81b-4288-a361-f7cdf1df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4A241B-E443-45E9-8B25-ED1127E639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E2C76E-AC9B-4C5D-BCA3-4262974339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B606BD-A60C-46E5-A0E1-A8239E13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43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Varka, Roman</dc:creator>
  <cp:lastModifiedBy>Bondarenko, Vitalina</cp:lastModifiedBy>
  <cp:revision>17</cp:revision>
  <cp:lastPrinted>2019-08-07T09:04:00Z</cp:lastPrinted>
  <dcterms:created xsi:type="dcterms:W3CDTF">2024-12-23T11:37:00Z</dcterms:created>
  <dcterms:modified xsi:type="dcterms:W3CDTF">2025-06-11T14:41:00Z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0x010100429ED3B5BB22584B9F9E42C911967067</vt:lpwstr>
  </property>
</Properties>
</file>